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C0E21" w14:textId="2B2B4237" w:rsidR="00295322" w:rsidRPr="009C7020" w:rsidRDefault="00F60475" w:rsidP="00484AA9">
      <w:pPr>
        <w:tabs>
          <w:tab w:val="left" w:pos="720"/>
          <w:tab w:val="center" w:pos="4819"/>
          <w:tab w:val="right" w:pos="9638"/>
        </w:tabs>
        <w:spacing w:after="0"/>
        <w:jc w:val="center"/>
        <w:rPr>
          <w:rFonts w:asciiTheme="minorHAnsi" w:hAnsiTheme="minorHAnsi"/>
          <w:b/>
          <w:sz w:val="28"/>
          <w:szCs w:val="28"/>
          <w:u w:val="single"/>
        </w:rPr>
      </w:pPr>
      <w:r w:rsidRPr="00205383">
        <w:rPr>
          <w:rFonts w:asciiTheme="minorHAnsi" w:hAnsiTheme="minorHAnsi"/>
          <w:b/>
          <w:sz w:val="32"/>
          <w:szCs w:val="32"/>
          <w:u w:val="single"/>
        </w:rPr>
        <w:t>“</w:t>
      </w:r>
      <w:r w:rsidRPr="009C7020">
        <w:rPr>
          <w:rFonts w:asciiTheme="minorHAnsi" w:hAnsiTheme="minorHAnsi"/>
          <w:b/>
          <w:sz w:val="28"/>
          <w:szCs w:val="28"/>
          <w:u w:val="single"/>
        </w:rPr>
        <w:t>TUTTI IN CAMPO</w:t>
      </w:r>
      <w:r w:rsidR="002875DB" w:rsidRPr="009C7020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r w:rsidR="00AC4ED9" w:rsidRPr="009C7020">
        <w:rPr>
          <w:rFonts w:asciiTheme="minorHAnsi" w:hAnsiTheme="minorHAnsi"/>
          <w:b/>
          <w:sz w:val="28"/>
          <w:szCs w:val="28"/>
          <w:u w:val="single"/>
        </w:rPr>
        <w:t>–</w:t>
      </w:r>
      <w:r w:rsidR="002875DB" w:rsidRPr="009C7020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r w:rsidR="00AC4ED9" w:rsidRPr="009C7020">
        <w:rPr>
          <w:rFonts w:asciiTheme="minorHAnsi" w:hAnsiTheme="minorHAnsi"/>
          <w:b/>
          <w:sz w:val="28"/>
          <w:szCs w:val="28"/>
          <w:u w:val="single"/>
        </w:rPr>
        <w:t xml:space="preserve">Corri Salta Lancia – </w:t>
      </w:r>
      <w:proofErr w:type="spellStart"/>
      <w:r w:rsidR="00AC4ED9" w:rsidRPr="009C7020">
        <w:rPr>
          <w:rFonts w:asciiTheme="minorHAnsi" w:hAnsiTheme="minorHAnsi"/>
          <w:b/>
          <w:sz w:val="28"/>
          <w:szCs w:val="28"/>
          <w:u w:val="single"/>
        </w:rPr>
        <w:t>Every</w:t>
      </w:r>
      <w:proofErr w:type="spellEnd"/>
      <w:r w:rsidR="00AC4ED9" w:rsidRPr="009C7020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proofErr w:type="spellStart"/>
      <w:r w:rsidR="00AC4ED9" w:rsidRPr="009C7020">
        <w:rPr>
          <w:rFonts w:asciiTheme="minorHAnsi" w:hAnsiTheme="minorHAnsi"/>
          <w:b/>
          <w:sz w:val="28"/>
          <w:szCs w:val="28"/>
          <w:u w:val="single"/>
        </w:rPr>
        <w:t>result</w:t>
      </w:r>
      <w:proofErr w:type="spellEnd"/>
      <w:r w:rsidR="00AC4ED9" w:rsidRPr="009C7020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proofErr w:type="spellStart"/>
      <w:r w:rsidR="00AC4ED9" w:rsidRPr="009C7020">
        <w:rPr>
          <w:rFonts w:asciiTheme="minorHAnsi" w:hAnsiTheme="minorHAnsi"/>
          <w:b/>
          <w:sz w:val="28"/>
          <w:szCs w:val="28"/>
          <w:u w:val="single"/>
        </w:rPr>
        <w:t>counts</w:t>
      </w:r>
      <w:proofErr w:type="spellEnd"/>
    </w:p>
    <w:p w14:paraId="107FA077" w14:textId="74D681D4" w:rsidR="00205383" w:rsidRDefault="00DA3B08" w:rsidP="00484AA9">
      <w:pPr>
        <w:spacing w:after="0"/>
        <w:jc w:val="center"/>
        <w:rPr>
          <w:rFonts w:asciiTheme="minorHAnsi" w:hAnsiTheme="minorHAnsi" w:cs="Tahoma"/>
          <w:b/>
          <w:bCs/>
          <w:sz w:val="32"/>
          <w:szCs w:val="32"/>
          <w:u w:val="single"/>
        </w:rPr>
      </w:pPr>
      <w:r>
        <w:rPr>
          <w:rFonts w:asciiTheme="minorHAnsi" w:hAnsiTheme="minorHAnsi" w:cs="Tahoma"/>
          <w:b/>
          <w:bCs/>
          <w:sz w:val="32"/>
          <w:szCs w:val="32"/>
          <w:u w:val="single"/>
        </w:rPr>
        <w:t>MODELLO ISCRIZIONE FASE TERRITORIALE</w:t>
      </w:r>
    </w:p>
    <w:p w14:paraId="5C4F6465" w14:textId="22F137B8" w:rsidR="00443DBE" w:rsidRPr="009C7020" w:rsidRDefault="00443DBE" w:rsidP="00484AA9">
      <w:pPr>
        <w:spacing w:after="0"/>
        <w:jc w:val="center"/>
        <w:rPr>
          <w:rFonts w:asciiTheme="minorHAnsi" w:hAnsiTheme="minorHAnsi" w:cs="Tahoma"/>
          <w:b/>
          <w:bCs/>
          <w:sz w:val="32"/>
          <w:szCs w:val="32"/>
          <w:u w:val="single"/>
        </w:rPr>
      </w:pPr>
      <w:r>
        <w:rPr>
          <w:rFonts w:asciiTheme="minorHAnsi" w:hAnsiTheme="minorHAnsi" w:cs="Tahoma"/>
          <w:b/>
          <w:bCs/>
          <w:sz w:val="32"/>
          <w:szCs w:val="32"/>
          <w:u w:val="single"/>
        </w:rPr>
        <w:t xml:space="preserve">ANCONA – 28 </w:t>
      </w:r>
      <w:proofErr w:type="gramStart"/>
      <w:r>
        <w:rPr>
          <w:rFonts w:asciiTheme="minorHAnsi" w:hAnsiTheme="minorHAnsi" w:cs="Tahoma"/>
          <w:b/>
          <w:bCs/>
          <w:sz w:val="32"/>
          <w:szCs w:val="32"/>
          <w:u w:val="single"/>
        </w:rPr>
        <w:t>Marzo</w:t>
      </w:r>
      <w:proofErr w:type="gramEnd"/>
      <w:r>
        <w:rPr>
          <w:rFonts w:asciiTheme="minorHAnsi" w:hAnsiTheme="minorHAnsi" w:cs="Tahoma"/>
          <w:b/>
          <w:bCs/>
          <w:sz w:val="32"/>
          <w:szCs w:val="32"/>
          <w:u w:val="single"/>
        </w:rPr>
        <w:t xml:space="preserve"> 2022 1° grado – 30 Marzo 2022 2° grado</w:t>
      </w:r>
    </w:p>
    <w:p w14:paraId="0BDCEB1F" w14:textId="77777777" w:rsidR="00484AA9" w:rsidRDefault="00484AA9" w:rsidP="009C7020">
      <w:pPr>
        <w:spacing w:after="0" w:line="240" w:lineRule="auto"/>
        <w:rPr>
          <w:rFonts w:asciiTheme="minorHAnsi" w:hAnsiTheme="minorHAnsi" w:cs="Tahoma"/>
          <w:szCs w:val="24"/>
        </w:rPr>
      </w:pPr>
    </w:p>
    <w:p w14:paraId="1BCF480C" w14:textId="5B9F5DC3" w:rsidR="009C7020" w:rsidRDefault="00205383" w:rsidP="009C7020">
      <w:pPr>
        <w:spacing w:after="0" w:line="240" w:lineRule="auto"/>
        <w:rPr>
          <w:rStyle w:val="Collegamentoipertestuale"/>
          <w:rFonts w:asciiTheme="minorHAnsi" w:hAnsiTheme="minorHAnsi" w:cs="Tahoma"/>
          <w:szCs w:val="24"/>
        </w:rPr>
      </w:pPr>
      <w:r w:rsidRPr="00A634D4">
        <w:rPr>
          <w:rFonts w:asciiTheme="minorHAnsi" w:hAnsiTheme="minorHAnsi" w:cs="Tahoma"/>
          <w:szCs w:val="24"/>
        </w:rPr>
        <w:t xml:space="preserve">Inviare entro il </w:t>
      </w:r>
      <w:r w:rsidR="00D25A68">
        <w:rPr>
          <w:rFonts w:asciiTheme="minorHAnsi" w:hAnsiTheme="minorHAnsi" w:cs="Tahoma"/>
          <w:szCs w:val="24"/>
        </w:rPr>
        <w:t xml:space="preserve">16 </w:t>
      </w:r>
      <w:proofErr w:type="gramStart"/>
      <w:r w:rsidR="00D25A68">
        <w:rPr>
          <w:rFonts w:asciiTheme="minorHAnsi" w:hAnsiTheme="minorHAnsi" w:cs="Tahoma"/>
          <w:szCs w:val="24"/>
        </w:rPr>
        <w:t>Marzo</w:t>
      </w:r>
      <w:proofErr w:type="gramEnd"/>
      <w:r w:rsidR="00D25A68">
        <w:rPr>
          <w:rFonts w:asciiTheme="minorHAnsi" w:hAnsiTheme="minorHAnsi" w:cs="Tahoma"/>
          <w:szCs w:val="24"/>
        </w:rPr>
        <w:t xml:space="preserve"> 2022</w:t>
      </w:r>
      <w:r w:rsidRPr="00A634D4">
        <w:rPr>
          <w:rFonts w:asciiTheme="minorHAnsi" w:hAnsiTheme="minorHAnsi" w:cs="Tahoma"/>
          <w:szCs w:val="24"/>
        </w:rPr>
        <w:t xml:space="preserve"> a </w:t>
      </w:r>
      <w:hyperlink r:id="rId11" w:history="1">
        <w:r w:rsidRPr="00A634D4">
          <w:rPr>
            <w:rStyle w:val="Collegamentoipertestuale"/>
            <w:rFonts w:asciiTheme="minorHAnsi" w:hAnsiTheme="minorHAnsi" w:cs="Tahoma"/>
            <w:szCs w:val="24"/>
          </w:rPr>
          <w:t>direzione-marche@istruzione.it</w:t>
        </w:r>
      </w:hyperlink>
      <w:r w:rsidR="009C7020" w:rsidRPr="009C7020">
        <w:rPr>
          <w:rStyle w:val="Collegamentoipertestuale"/>
          <w:rFonts w:asciiTheme="minorHAnsi" w:hAnsiTheme="minorHAnsi" w:cs="Tahoma"/>
          <w:szCs w:val="24"/>
          <w:u w:val="none"/>
        </w:rPr>
        <w:t xml:space="preserve"> </w:t>
      </w:r>
      <w:r w:rsidR="009C7020">
        <w:rPr>
          <w:rStyle w:val="Collegamentoipertestuale"/>
          <w:rFonts w:asciiTheme="minorHAnsi" w:hAnsiTheme="minorHAnsi" w:cs="Tahoma"/>
          <w:szCs w:val="24"/>
          <w:u w:val="none"/>
        </w:rPr>
        <w:t>;</w:t>
      </w:r>
      <w:r w:rsidR="009C7020" w:rsidRPr="009C7020">
        <w:rPr>
          <w:rStyle w:val="Collegamentoipertestuale"/>
          <w:rFonts w:asciiTheme="minorHAnsi" w:hAnsiTheme="minorHAnsi" w:cs="Tahoma"/>
          <w:szCs w:val="24"/>
          <w:u w:val="none"/>
        </w:rPr>
        <w:t xml:space="preserve">  </w:t>
      </w:r>
      <w:r w:rsidR="009C7020">
        <w:rPr>
          <w:rStyle w:val="Collegamentoipertestuale"/>
          <w:rFonts w:asciiTheme="minorHAnsi" w:hAnsiTheme="minorHAnsi" w:cs="Tahoma"/>
          <w:szCs w:val="24"/>
        </w:rPr>
        <w:t xml:space="preserve"> </w:t>
      </w:r>
      <w:hyperlink r:id="rId12" w:history="1">
        <w:r w:rsidR="00116E1C" w:rsidRPr="009D5F2F">
          <w:rPr>
            <w:rStyle w:val="Collegamentoipertestuale"/>
            <w:rFonts w:asciiTheme="minorHAnsi" w:hAnsiTheme="minorHAnsi" w:cs="Tahoma"/>
            <w:szCs w:val="24"/>
          </w:rPr>
          <w:t>edfisicamarche.an@istruzione.it</w:t>
        </w:r>
      </w:hyperlink>
      <w:r w:rsidR="009C7020">
        <w:rPr>
          <w:rStyle w:val="Collegamentoipertestuale"/>
          <w:rFonts w:asciiTheme="minorHAnsi" w:hAnsiTheme="minorHAnsi" w:cs="Tahoma"/>
          <w:szCs w:val="24"/>
        </w:rPr>
        <w:t xml:space="preserve"> </w:t>
      </w:r>
    </w:p>
    <w:p w14:paraId="19C65979" w14:textId="77777777" w:rsidR="007D3CE8" w:rsidRDefault="001D3169" w:rsidP="007D3CE8">
      <w:pPr>
        <w:tabs>
          <w:tab w:val="left" w:pos="720"/>
          <w:tab w:val="center" w:pos="4819"/>
          <w:tab w:val="right" w:pos="9638"/>
        </w:tabs>
        <w:spacing w:after="0"/>
        <w:jc w:val="center"/>
        <w:rPr>
          <w:rFonts w:asciiTheme="minorHAnsi" w:hAnsiTheme="minorHAnsi"/>
          <w:b/>
          <w:bCs/>
        </w:rPr>
      </w:pPr>
      <w:r w:rsidRPr="009C7020">
        <w:rPr>
          <w:rFonts w:asciiTheme="minorHAnsi" w:hAnsiTheme="minorHAnsi"/>
          <w:b/>
          <w:bCs/>
        </w:rPr>
        <w:t>è necessario anche compilare</w:t>
      </w:r>
      <w:r w:rsidR="00A36E63">
        <w:rPr>
          <w:rFonts w:asciiTheme="minorHAnsi" w:hAnsiTheme="minorHAnsi"/>
          <w:b/>
          <w:bCs/>
        </w:rPr>
        <w:t xml:space="preserve"> per ogni classe partecipante</w:t>
      </w:r>
      <w:r w:rsidRPr="009C7020">
        <w:rPr>
          <w:rFonts w:asciiTheme="minorHAnsi" w:hAnsiTheme="minorHAnsi"/>
          <w:b/>
          <w:bCs/>
        </w:rPr>
        <w:t xml:space="preserve"> il modulo disponibile al</w:t>
      </w:r>
      <w:r w:rsidR="000874D0">
        <w:rPr>
          <w:rFonts w:asciiTheme="minorHAnsi" w:hAnsiTheme="minorHAnsi"/>
          <w:b/>
          <w:bCs/>
        </w:rPr>
        <w:t xml:space="preserve"> link</w:t>
      </w:r>
    </w:p>
    <w:p w14:paraId="4DA45649" w14:textId="0C043DDF" w:rsidR="001D3169" w:rsidRDefault="009C7020" w:rsidP="001D3169">
      <w:pPr>
        <w:tabs>
          <w:tab w:val="left" w:pos="720"/>
          <w:tab w:val="center" w:pos="4819"/>
          <w:tab w:val="right" w:pos="9638"/>
        </w:tabs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hyperlink r:id="rId13" w:history="1">
        <w:r w:rsidR="00692367">
          <w:rPr>
            <w:rStyle w:val="Collegamentoipertestuale"/>
          </w:rPr>
          <w:t>Modulo fase Territoriale Tutti in Campo Ancona</w:t>
        </w:r>
      </w:hyperlink>
    </w:p>
    <w:tbl>
      <w:tblPr>
        <w:tblStyle w:val="Grigliatabella"/>
        <w:tblW w:w="9913" w:type="dxa"/>
        <w:tblLook w:val="04A0" w:firstRow="1" w:lastRow="0" w:firstColumn="1" w:lastColumn="0" w:noHBand="0" w:noVBand="1"/>
      </w:tblPr>
      <w:tblGrid>
        <w:gridCol w:w="1696"/>
        <w:gridCol w:w="1390"/>
        <w:gridCol w:w="2070"/>
        <w:gridCol w:w="1167"/>
        <w:gridCol w:w="3590"/>
      </w:tblGrid>
      <w:tr w:rsidR="00205383" w:rsidRPr="00240989" w14:paraId="4BFC6790" w14:textId="77777777" w:rsidTr="00E976C0">
        <w:tc>
          <w:tcPr>
            <w:tcW w:w="3086" w:type="dxa"/>
            <w:gridSpan w:val="2"/>
          </w:tcPr>
          <w:p w14:paraId="36DE05BD" w14:textId="77777777" w:rsidR="00205383" w:rsidRPr="00957C10" w:rsidRDefault="00205383" w:rsidP="00E976C0">
            <w:pPr>
              <w:jc w:val="both"/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</w:pPr>
            <w:r w:rsidRPr="00957C10"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  <w:t>Denominazione Istituto</w:t>
            </w:r>
          </w:p>
        </w:tc>
        <w:tc>
          <w:tcPr>
            <w:tcW w:w="6827" w:type="dxa"/>
            <w:gridSpan w:val="3"/>
          </w:tcPr>
          <w:p w14:paraId="7E8EEBE3" w14:textId="77777777" w:rsidR="00205383" w:rsidRPr="00957C10" w:rsidRDefault="00205383" w:rsidP="00E976C0">
            <w:pPr>
              <w:jc w:val="both"/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205383" w:rsidRPr="00240989" w14:paraId="73D91CAF" w14:textId="77777777" w:rsidTr="00E976C0">
        <w:tc>
          <w:tcPr>
            <w:tcW w:w="1696" w:type="dxa"/>
          </w:tcPr>
          <w:p w14:paraId="2D1DE225" w14:textId="77777777" w:rsidR="00205383" w:rsidRPr="00957C10" w:rsidRDefault="00205383" w:rsidP="00E976C0">
            <w:pPr>
              <w:jc w:val="both"/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</w:pPr>
            <w:r w:rsidRPr="00957C10"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  <w:t xml:space="preserve">Cod. </w:t>
            </w:r>
            <w:proofErr w:type="spellStart"/>
            <w:r w:rsidRPr="00957C10"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  <w:t>mecc</w:t>
            </w:r>
            <w:proofErr w:type="spellEnd"/>
            <w:r w:rsidRPr="00957C10"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3460" w:type="dxa"/>
            <w:gridSpan w:val="2"/>
          </w:tcPr>
          <w:p w14:paraId="6E796F51" w14:textId="77777777" w:rsidR="00205383" w:rsidRPr="00957C10" w:rsidRDefault="00205383" w:rsidP="00E976C0">
            <w:pPr>
              <w:jc w:val="both"/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67" w:type="dxa"/>
          </w:tcPr>
          <w:p w14:paraId="43B07A60" w14:textId="77777777" w:rsidR="00205383" w:rsidRPr="00957C10" w:rsidRDefault="00205383" w:rsidP="00E976C0">
            <w:pPr>
              <w:jc w:val="both"/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</w:pPr>
            <w:r w:rsidRPr="00957C10"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  <w:t>Comune</w:t>
            </w:r>
          </w:p>
        </w:tc>
        <w:tc>
          <w:tcPr>
            <w:tcW w:w="3590" w:type="dxa"/>
          </w:tcPr>
          <w:p w14:paraId="645389C4" w14:textId="77777777" w:rsidR="00205383" w:rsidRPr="00957C10" w:rsidRDefault="00205383" w:rsidP="00E976C0">
            <w:pPr>
              <w:jc w:val="both"/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14:paraId="6B2E68C5" w14:textId="6FE7EBBA" w:rsidR="00205383" w:rsidRDefault="00205383" w:rsidP="00205383">
      <w:pPr>
        <w:jc w:val="both"/>
        <w:rPr>
          <w:rFonts w:asciiTheme="minorHAnsi" w:hAnsiTheme="minorHAnsi" w:cs="Tahoma"/>
          <w:i/>
          <w:iCs/>
        </w:rPr>
      </w:pPr>
    </w:p>
    <w:tbl>
      <w:tblPr>
        <w:tblStyle w:val="Grigliatabella"/>
        <w:tblW w:w="9913" w:type="dxa"/>
        <w:tblLook w:val="04A0" w:firstRow="1" w:lastRow="0" w:firstColumn="1" w:lastColumn="0" w:noHBand="0" w:noVBand="1"/>
      </w:tblPr>
      <w:tblGrid>
        <w:gridCol w:w="2547"/>
        <w:gridCol w:w="1989"/>
        <w:gridCol w:w="2827"/>
        <w:gridCol w:w="2550"/>
      </w:tblGrid>
      <w:tr w:rsidR="003253E2" w:rsidRPr="00240989" w14:paraId="7D1CF566" w14:textId="77777777" w:rsidTr="00FC4661">
        <w:trPr>
          <w:trHeight w:val="263"/>
        </w:trPr>
        <w:tc>
          <w:tcPr>
            <w:tcW w:w="991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24A00E" w14:textId="29CCCBD1" w:rsidR="00FC4661" w:rsidRPr="003253E2" w:rsidRDefault="003253E2" w:rsidP="00FC4661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CLASS</w:t>
            </w:r>
            <w:r w:rsidR="009C7020">
              <w:rPr>
                <w:rFonts w:asciiTheme="minorHAnsi" w:hAnsiTheme="minorHAnsi" w:cs="Tahoma"/>
              </w:rPr>
              <w:t xml:space="preserve">E VINCITRICE FASE DI ISTITUTO </w:t>
            </w:r>
            <w:r w:rsidR="00FC4661">
              <w:rPr>
                <w:rFonts w:asciiTheme="minorHAnsi" w:hAnsiTheme="minorHAnsi" w:cs="Tahoma"/>
              </w:rPr>
              <w:t xml:space="preserve">                                                     </w:t>
            </w:r>
          </w:p>
        </w:tc>
      </w:tr>
      <w:tr w:rsidR="00FC4661" w14:paraId="2DAA1120" w14:textId="77777777" w:rsidTr="00325BF3">
        <w:trPr>
          <w:trHeight w:val="26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9954" w14:textId="4E58E872" w:rsidR="00FC4661" w:rsidRDefault="00FC4661" w:rsidP="00E976C0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C5FE8CF" w14:textId="26A8FF3F" w:rsidR="00FC4661" w:rsidRDefault="009C7020" w:rsidP="00E976C0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Classe e Sezione 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731701" w14:textId="7C569345" w:rsidR="00FC4661" w:rsidRDefault="00FC4661" w:rsidP="00E976C0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Numero complessivo alunni</w:t>
            </w:r>
            <w:r w:rsidR="003563AC">
              <w:rPr>
                <w:rFonts w:asciiTheme="minorHAnsi" w:hAnsiTheme="minorHAnsi" w:cs="Tahoma"/>
              </w:rPr>
              <w:t>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4657FB" w14:textId="455001D9" w:rsidR="00FC4661" w:rsidRDefault="00FC4661" w:rsidP="00E976C0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Numero alunni disabili</w:t>
            </w:r>
            <w:r w:rsidR="006D4120">
              <w:rPr>
                <w:rFonts w:asciiTheme="minorHAnsi" w:hAnsiTheme="minorHAnsi" w:cs="Tahoma"/>
              </w:rPr>
              <w:t>**</w:t>
            </w:r>
          </w:p>
        </w:tc>
      </w:tr>
      <w:tr w:rsidR="00FC4661" w:rsidRPr="00240989" w14:paraId="4D1F2D5A" w14:textId="77777777" w:rsidTr="00325BF3">
        <w:trPr>
          <w:trHeight w:val="263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</w:tcPr>
          <w:p w14:paraId="1BF2E182" w14:textId="3D130567" w:rsidR="00FC4661" w:rsidRDefault="00FC4661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 w:rsidRPr="003F7982">
              <w:rPr>
                <w:rFonts w:asciiTheme="minorHAnsi" w:hAnsiTheme="minorHAnsi"/>
              </w:rPr>
              <w:t xml:space="preserve">CLASSI PRIME </w:t>
            </w:r>
            <w:proofErr w:type="gramStart"/>
            <w:r w:rsidRPr="003F7982">
              <w:rPr>
                <w:rFonts w:asciiTheme="minorHAnsi" w:hAnsiTheme="minorHAnsi"/>
              </w:rPr>
              <w:t>1</w:t>
            </w:r>
            <w:r w:rsidR="009C7020">
              <w:rPr>
                <w:rFonts w:asciiTheme="minorHAnsi" w:hAnsiTheme="minorHAnsi"/>
              </w:rPr>
              <w:t>^</w:t>
            </w:r>
            <w:proofErr w:type="gramEnd"/>
            <w:r w:rsidRPr="003F7982">
              <w:rPr>
                <w:rFonts w:asciiTheme="minorHAnsi" w:hAnsiTheme="minorHAnsi"/>
              </w:rPr>
              <w:t xml:space="preserve"> grado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4FD1307A" w14:textId="77777777" w:rsidR="00FC4661" w:rsidRDefault="00FC4661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14:paraId="273D8712" w14:textId="77777777" w:rsidR="00FC4661" w:rsidRDefault="00FC4661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3CDB88E2" w14:textId="7E66FBA7" w:rsidR="00FC4661" w:rsidRDefault="00FC4661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B40DF" w:rsidRPr="00240989" w14:paraId="77912D0D" w14:textId="77777777" w:rsidTr="00325BF3">
        <w:trPr>
          <w:trHeight w:val="263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</w:tcPr>
          <w:p w14:paraId="32B369D9" w14:textId="07CA26F5" w:rsidR="005B40DF" w:rsidRPr="003F7982" w:rsidRDefault="005B40DF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/>
              </w:rPr>
            </w:pPr>
            <w:r w:rsidRPr="003F7982">
              <w:rPr>
                <w:rFonts w:asciiTheme="minorHAnsi" w:hAnsiTheme="minorHAnsi"/>
              </w:rPr>
              <w:t xml:space="preserve">CLASSI </w:t>
            </w:r>
            <w:r w:rsidR="00325BF3">
              <w:rPr>
                <w:rFonts w:asciiTheme="minorHAnsi" w:hAnsiTheme="minorHAnsi"/>
              </w:rPr>
              <w:t xml:space="preserve">SECONDE </w:t>
            </w:r>
            <w:proofErr w:type="gramStart"/>
            <w:r w:rsidR="009C7020">
              <w:rPr>
                <w:rFonts w:asciiTheme="minorHAnsi" w:hAnsiTheme="minorHAnsi"/>
              </w:rPr>
              <w:t>1^</w:t>
            </w:r>
            <w:proofErr w:type="gramEnd"/>
            <w:r w:rsidRPr="003F7982">
              <w:rPr>
                <w:rFonts w:asciiTheme="minorHAnsi" w:hAnsiTheme="minorHAnsi"/>
              </w:rPr>
              <w:t>grado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27F065C7" w14:textId="77777777" w:rsidR="005B40DF" w:rsidRDefault="005B40DF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14:paraId="4C7D42C2" w14:textId="77777777" w:rsidR="005B40DF" w:rsidRDefault="005B40DF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7C76E08B" w14:textId="77777777" w:rsidR="005B40DF" w:rsidRDefault="005B40DF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325BF3" w:rsidRPr="00240989" w14:paraId="0DA5DA5D" w14:textId="77777777" w:rsidTr="00325BF3">
        <w:trPr>
          <w:trHeight w:val="263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</w:tcPr>
          <w:p w14:paraId="6D88ADEC" w14:textId="059D8EFE" w:rsidR="00325BF3" w:rsidRPr="003F7982" w:rsidRDefault="00325BF3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/>
              </w:rPr>
            </w:pPr>
            <w:r w:rsidRPr="003F7982">
              <w:rPr>
                <w:rFonts w:asciiTheme="minorHAnsi" w:hAnsiTheme="minorHAnsi"/>
              </w:rPr>
              <w:t xml:space="preserve">CLASSI </w:t>
            </w:r>
            <w:r>
              <w:rPr>
                <w:rFonts w:asciiTheme="minorHAnsi" w:hAnsiTheme="minorHAnsi"/>
              </w:rPr>
              <w:t>TERZE</w:t>
            </w:r>
            <w:r w:rsidRPr="003F7982">
              <w:rPr>
                <w:rFonts w:asciiTheme="minorHAnsi" w:hAnsiTheme="minorHAnsi"/>
              </w:rPr>
              <w:t xml:space="preserve"> </w:t>
            </w:r>
            <w:proofErr w:type="gramStart"/>
            <w:r w:rsidRPr="003F7982">
              <w:rPr>
                <w:rFonts w:asciiTheme="minorHAnsi" w:hAnsiTheme="minorHAnsi"/>
              </w:rPr>
              <w:t>1</w:t>
            </w:r>
            <w:r w:rsidR="009C7020">
              <w:rPr>
                <w:rFonts w:asciiTheme="minorHAnsi" w:hAnsiTheme="minorHAnsi"/>
              </w:rPr>
              <w:t>^</w:t>
            </w:r>
            <w:proofErr w:type="gramEnd"/>
            <w:r w:rsidRPr="003F7982">
              <w:rPr>
                <w:rFonts w:asciiTheme="minorHAnsi" w:hAnsiTheme="minorHAnsi"/>
              </w:rPr>
              <w:t xml:space="preserve"> grado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2F851DD6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14:paraId="20D67230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5DE74DF0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325BF3" w:rsidRPr="00240989" w14:paraId="76719366" w14:textId="77777777" w:rsidTr="00325BF3">
        <w:trPr>
          <w:trHeight w:val="263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</w:tcPr>
          <w:p w14:paraId="4E7E628F" w14:textId="33EA2674" w:rsidR="00325BF3" w:rsidRPr="003F7982" w:rsidRDefault="00325BF3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PRIMO BIENNIO </w:t>
            </w:r>
            <w:proofErr w:type="gramStart"/>
            <w:r>
              <w:rPr>
                <w:rFonts w:asciiTheme="minorHAnsi" w:hAnsiTheme="minorHAnsi"/>
              </w:rPr>
              <w:t>2</w:t>
            </w:r>
            <w:r w:rsidR="009C7020">
              <w:rPr>
                <w:rFonts w:asciiTheme="minorHAnsi" w:hAnsiTheme="minorHAnsi"/>
              </w:rPr>
              <w:t>^</w:t>
            </w:r>
            <w:proofErr w:type="gramEnd"/>
            <w:r>
              <w:rPr>
                <w:rFonts w:asciiTheme="minorHAnsi" w:hAnsiTheme="minorHAnsi"/>
              </w:rPr>
              <w:t xml:space="preserve"> grado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6197F904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14:paraId="1E38EBF7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08C13096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325BF3" w:rsidRPr="00240989" w14:paraId="3D1BDC23" w14:textId="77777777" w:rsidTr="009C146F">
        <w:trPr>
          <w:trHeight w:val="263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</w:tcPr>
          <w:p w14:paraId="7A003AA4" w14:textId="6A3AD1DB" w:rsidR="00325BF3" w:rsidRDefault="009C146F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TRIENNIO  </w:t>
            </w:r>
            <w:proofErr w:type="gramStart"/>
            <w:r>
              <w:rPr>
                <w:rFonts w:asciiTheme="minorHAnsi" w:hAnsiTheme="minorHAnsi"/>
              </w:rPr>
              <w:t>2</w:t>
            </w:r>
            <w:r w:rsidR="009C7020">
              <w:rPr>
                <w:rFonts w:asciiTheme="minorHAnsi" w:hAnsiTheme="minorHAnsi"/>
              </w:rPr>
              <w:t>^</w:t>
            </w:r>
            <w:proofErr w:type="gramEnd"/>
            <w:r>
              <w:rPr>
                <w:rFonts w:asciiTheme="minorHAnsi" w:hAnsiTheme="minorHAnsi"/>
              </w:rPr>
              <w:t xml:space="preserve"> grado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75D694B2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14:paraId="44136687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3751183E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</w:tbl>
    <w:p w14:paraId="2F4B3782" w14:textId="26182BF6" w:rsidR="003253E2" w:rsidRPr="009C146F" w:rsidRDefault="009C146F" w:rsidP="009C146F">
      <w:pPr>
        <w:jc w:val="center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 xml:space="preserve">(compilare le righe </w:t>
      </w:r>
      <w:r w:rsidR="002A5E8A">
        <w:rPr>
          <w:rFonts w:asciiTheme="minorHAnsi" w:hAnsiTheme="minorHAnsi" w:cs="Tahoma"/>
        </w:rPr>
        <w:t>a secondo dell’ordine di scuola)</w:t>
      </w:r>
    </w:p>
    <w:tbl>
      <w:tblPr>
        <w:tblStyle w:val="Grigliatabella"/>
        <w:tblW w:w="9913" w:type="dxa"/>
        <w:tblLook w:val="04A0" w:firstRow="1" w:lastRow="0" w:firstColumn="1" w:lastColumn="0" w:noHBand="0" w:noVBand="1"/>
      </w:tblPr>
      <w:tblGrid>
        <w:gridCol w:w="2830"/>
        <w:gridCol w:w="7083"/>
      </w:tblGrid>
      <w:tr w:rsidR="00205383" w:rsidRPr="00240989" w14:paraId="7CC99E14" w14:textId="77777777" w:rsidTr="002A5E8A">
        <w:tc>
          <w:tcPr>
            <w:tcW w:w="2830" w:type="dxa"/>
            <w:vAlign w:val="center"/>
          </w:tcPr>
          <w:p w14:paraId="0CDA74BD" w14:textId="77777777" w:rsidR="00205383" w:rsidRPr="00240989" w:rsidRDefault="00205383" w:rsidP="00E976C0">
            <w:pPr>
              <w:jc w:val="both"/>
              <w:rPr>
                <w:rFonts w:asciiTheme="minorHAnsi" w:hAnsiTheme="minorHAnsi" w:cs="Tahoma"/>
                <w:i/>
                <w:iCs/>
              </w:rPr>
            </w:pPr>
            <w:r>
              <w:rPr>
                <w:rFonts w:asciiTheme="minorHAnsi" w:hAnsiTheme="minorHAnsi" w:cs="Tahoma"/>
                <w:i/>
                <w:iCs/>
              </w:rPr>
              <w:t>Docente referente</w:t>
            </w:r>
          </w:p>
        </w:tc>
        <w:tc>
          <w:tcPr>
            <w:tcW w:w="7083" w:type="dxa"/>
          </w:tcPr>
          <w:p w14:paraId="33BD35E7" w14:textId="77777777" w:rsidR="00205383" w:rsidRPr="00240989" w:rsidRDefault="00205383" w:rsidP="00E976C0">
            <w:pPr>
              <w:jc w:val="both"/>
              <w:rPr>
                <w:rFonts w:asciiTheme="minorHAnsi" w:hAnsiTheme="minorHAnsi" w:cs="Tahoma"/>
                <w:i/>
                <w:iCs/>
              </w:rPr>
            </w:pPr>
          </w:p>
        </w:tc>
      </w:tr>
      <w:tr w:rsidR="002A5E8A" w:rsidRPr="00240989" w14:paraId="360A0E52" w14:textId="77777777" w:rsidTr="002A5E8A">
        <w:tc>
          <w:tcPr>
            <w:tcW w:w="2830" w:type="dxa"/>
          </w:tcPr>
          <w:p w14:paraId="5DC26A30" w14:textId="029E8D6D" w:rsidR="002A5E8A" w:rsidRDefault="002A5E8A" w:rsidP="00E976C0">
            <w:pPr>
              <w:jc w:val="both"/>
              <w:rPr>
                <w:rFonts w:asciiTheme="minorHAnsi" w:hAnsiTheme="minorHAnsi" w:cs="Tahoma"/>
                <w:i/>
                <w:iCs/>
              </w:rPr>
            </w:pPr>
            <w:r>
              <w:rPr>
                <w:rFonts w:asciiTheme="minorHAnsi" w:hAnsiTheme="minorHAnsi" w:cs="Tahoma"/>
                <w:i/>
                <w:iCs/>
              </w:rPr>
              <w:t>Mail docente referente</w:t>
            </w:r>
          </w:p>
        </w:tc>
        <w:tc>
          <w:tcPr>
            <w:tcW w:w="7083" w:type="dxa"/>
          </w:tcPr>
          <w:p w14:paraId="787B877F" w14:textId="7024851A" w:rsidR="002A5E8A" w:rsidRPr="00240989" w:rsidRDefault="002A5E8A" w:rsidP="00E976C0">
            <w:pPr>
              <w:jc w:val="right"/>
              <w:rPr>
                <w:rFonts w:asciiTheme="minorHAnsi" w:hAnsiTheme="minorHAnsi" w:cs="Tahoma"/>
                <w:i/>
                <w:iCs/>
              </w:rPr>
            </w:pPr>
          </w:p>
        </w:tc>
      </w:tr>
    </w:tbl>
    <w:p w14:paraId="2033C1B8" w14:textId="106CC87C" w:rsidR="003563AC" w:rsidRDefault="003563AC" w:rsidP="006A6E50">
      <w:pPr>
        <w:spacing w:after="0"/>
        <w:jc w:val="both"/>
        <w:rPr>
          <w:rFonts w:asciiTheme="minorHAnsi" w:hAnsiTheme="minorHAnsi" w:cs="Tahoma"/>
          <w:i/>
          <w:iCs/>
        </w:rPr>
      </w:pPr>
      <w:r>
        <w:rPr>
          <w:rFonts w:asciiTheme="minorHAnsi" w:hAnsiTheme="minorHAnsi" w:cs="Tahoma"/>
          <w:i/>
          <w:iCs/>
        </w:rPr>
        <w:t xml:space="preserve">* </w:t>
      </w:r>
      <w:r w:rsidR="00C943B4">
        <w:rPr>
          <w:rFonts w:asciiTheme="minorHAnsi" w:hAnsiTheme="minorHAnsi" w:cs="Tahoma"/>
          <w:i/>
          <w:iCs/>
        </w:rPr>
        <w:t>indicare il numero complessivo di tutti gli alunni della classe</w:t>
      </w:r>
      <w:r w:rsidR="00C31FC1">
        <w:rPr>
          <w:rFonts w:asciiTheme="minorHAnsi" w:hAnsiTheme="minorHAnsi" w:cs="Tahoma"/>
          <w:i/>
          <w:iCs/>
        </w:rPr>
        <w:t xml:space="preserve">, </w:t>
      </w:r>
      <w:r w:rsidR="006D4120">
        <w:rPr>
          <w:rFonts w:asciiTheme="minorHAnsi" w:hAnsiTheme="minorHAnsi" w:cs="Tahoma"/>
          <w:i/>
          <w:iCs/>
        </w:rPr>
        <w:t>disabili compresi</w:t>
      </w:r>
    </w:p>
    <w:p w14:paraId="58D94DE1" w14:textId="3E340B38" w:rsidR="006D4120" w:rsidRDefault="006A6E50" w:rsidP="006A6E50">
      <w:pPr>
        <w:spacing w:after="0"/>
        <w:jc w:val="both"/>
        <w:rPr>
          <w:rFonts w:asciiTheme="minorHAnsi" w:hAnsiTheme="minorHAnsi" w:cs="Tahoma"/>
          <w:i/>
          <w:iCs/>
        </w:rPr>
      </w:pPr>
      <w:r>
        <w:rPr>
          <w:rFonts w:asciiTheme="minorHAnsi" w:hAnsiTheme="minorHAnsi" w:cs="Tahoma"/>
          <w:i/>
          <w:iCs/>
        </w:rPr>
        <w:t>** indicare</w:t>
      </w:r>
      <w:r w:rsidR="00D41E1A">
        <w:rPr>
          <w:rFonts w:asciiTheme="minorHAnsi" w:hAnsiTheme="minorHAnsi" w:cs="Tahoma"/>
          <w:i/>
          <w:iCs/>
        </w:rPr>
        <w:t xml:space="preserve"> il numero di alunni disabili partecipanti alla manifestazione</w:t>
      </w:r>
      <w:r w:rsidR="00484AA9">
        <w:rPr>
          <w:rFonts w:asciiTheme="minorHAnsi" w:hAnsiTheme="minorHAnsi" w:cs="Tahoma"/>
          <w:i/>
          <w:iCs/>
        </w:rPr>
        <w:t>, se oltre i 10 alunni componenti la rappresentativa (come da regolamento)</w:t>
      </w:r>
    </w:p>
    <w:p w14:paraId="3AA60494" w14:textId="77777777" w:rsidR="00CB4FF2" w:rsidRDefault="00CB4FF2" w:rsidP="00220295">
      <w:pPr>
        <w:rPr>
          <w:rFonts w:asciiTheme="minorHAnsi" w:hAnsiTheme="minorHAnsi" w:cs="Tahoma"/>
          <w:szCs w:val="24"/>
        </w:rPr>
      </w:pPr>
    </w:p>
    <w:p w14:paraId="50D87E37" w14:textId="503920A4" w:rsidR="009C35EC" w:rsidRPr="00220295" w:rsidRDefault="00205383" w:rsidP="00220295">
      <w:pPr>
        <w:rPr>
          <w:rFonts w:asciiTheme="minorHAnsi" w:hAnsiTheme="minorHAnsi" w:cs="Tahoma"/>
          <w:szCs w:val="24"/>
        </w:rPr>
      </w:pPr>
      <w:r w:rsidRPr="00AD1E54">
        <w:rPr>
          <w:rFonts w:asciiTheme="minorHAnsi" w:hAnsiTheme="minorHAnsi" w:cs="Tahoma"/>
          <w:szCs w:val="24"/>
        </w:rPr>
        <w:t>Data</w:t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  <w:t>Il Dirigente Scolastico</w:t>
      </w:r>
    </w:p>
    <w:sectPr w:rsidR="009C35EC" w:rsidRPr="00220295" w:rsidSect="002A5E8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/>
      <w:pgMar w:top="2552" w:right="1134" w:bottom="426" w:left="1134" w:header="540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E1E1B" w14:textId="77777777" w:rsidR="00E42512" w:rsidRDefault="00E42512">
      <w:r>
        <w:separator/>
      </w:r>
    </w:p>
  </w:endnote>
  <w:endnote w:type="continuationSeparator" w:id="0">
    <w:p w14:paraId="06D51AF0" w14:textId="77777777" w:rsidR="00E42512" w:rsidRDefault="00E42512">
      <w:r>
        <w:continuationSeparator/>
      </w:r>
    </w:p>
  </w:endnote>
  <w:endnote w:type="continuationNotice" w:id="1">
    <w:p w14:paraId="4E11C63B" w14:textId="77777777" w:rsidR="00E42512" w:rsidRDefault="00E425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FC61B" w14:textId="77777777" w:rsidR="0002363E" w:rsidRDefault="0002363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E5212" w14:textId="0D5FD42B" w:rsidR="00BD4449" w:rsidRPr="00BD4449" w:rsidRDefault="0002363E" w:rsidP="00E011C7">
    <w:pPr>
      <w:pStyle w:val="Default"/>
      <w:jc w:val="center"/>
      <w:rPr>
        <w:rFonts w:asciiTheme="minorHAnsi" w:hAnsiTheme="minorHAnsi" w:cstheme="minorHAnsi"/>
        <w:sz w:val="18"/>
        <w:szCs w:val="18"/>
      </w:rPr>
    </w:pPr>
    <w:bookmarkStart w:id="0" w:name="_Hlk97029410"/>
    <w:r>
      <w:rPr>
        <w:rFonts w:asciiTheme="minorHAnsi" w:hAnsiTheme="minorHAnsi" w:cstheme="minorHAnsi"/>
        <w:sz w:val="18"/>
        <w:szCs w:val="18"/>
      </w:rPr>
      <w:t>202203021246</w:t>
    </w:r>
    <w:r w:rsidR="00A36E63" w:rsidRPr="00A36E63">
      <w:rPr>
        <w:rFonts w:asciiTheme="minorHAnsi" w:hAnsiTheme="minorHAnsi" w:cstheme="minorHAnsi"/>
        <w:sz w:val="18"/>
        <w:szCs w:val="18"/>
      </w:rPr>
      <w:t>_Modello_Partecipazione_Fase_Territoriale_Tutti_in_Campo_AN</w:t>
    </w:r>
  </w:p>
  <w:bookmarkEnd w:id="0"/>
  <w:p w14:paraId="54BBC000" w14:textId="0235DFEB" w:rsidR="00E011C7" w:rsidRDefault="00E011C7" w:rsidP="00E011C7">
    <w:pPr>
      <w:pStyle w:val="Default"/>
      <w:jc w:val="center"/>
      <w:rPr>
        <w:rStyle w:val="Collegamentoipertestuale"/>
        <w:rFonts w:asciiTheme="minorHAnsi" w:hAnsiTheme="minorHAnsi"/>
        <w:iCs/>
        <w:sz w:val="18"/>
        <w:szCs w:val="18"/>
      </w:rPr>
    </w:pPr>
    <w:r w:rsidRPr="0063515F">
      <w:rPr>
        <w:rFonts w:asciiTheme="minorHAnsi" w:hAnsiTheme="minorHAnsi"/>
        <w:iCs/>
        <w:color w:val="auto"/>
        <w:sz w:val="18"/>
        <w:szCs w:val="18"/>
      </w:rPr>
      <w:t xml:space="preserve">Il Coordinatore Regionale per l’Educazione Fisica Marco Petrini 0712295 437 </w:t>
    </w:r>
    <w:hyperlink r:id="rId1" w:history="1">
      <w:r w:rsidRPr="0063515F">
        <w:rPr>
          <w:rStyle w:val="Collegamentoipertestuale"/>
          <w:rFonts w:asciiTheme="minorHAnsi" w:hAnsiTheme="minorHAnsi"/>
          <w:iCs/>
          <w:sz w:val="18"/>
          <w:szCs w:val="18"/>
        </w:rPr>
        <w:t>edifisicamarche@istruzione.it</w:t>
      </w:r>
    </w:hyperlink>
  </w:p>
  <w:p w14:paraId="7F8987BA" w14:textId="77777777" w:rsidR="00A235E0" w:rsidRPr="00E643D5" w:rsidRDefault="00A235E0" w:rsidP="00A235E0">
    <w:pPr>
      <w:pStyle w:val="Default"/>
      <w:jc w:val="center"/>
      <w:rPr>
        <w:rStyle w:val="Collegamentoipertestuale"/>
      </w:rPr>
    </w:pPr>
    <w:r>
      <w:rPr>
        <w:rFonts w:asciiTheme="minorHAnsi" w:hAnsiTheme="minorHAnsi"/>
        <w:iCs/>
        <w:color w:val="auto"/>
        <w:sz w:val="18"/>
        <w:szCs w:val="18"/>
      </w:rPr>
      <w:t xml:space="preserve">Il </w:t>
    </w:r>
    <w:r w:rsidRPr="00E643D5">
      <w:rPr>
        <w:rFonts w:asciiTheme="minorHAnsi" w:hAnsiTheme="minorHAnsi"/>
        <w:iCs/>
        <w:color w:val="auto"/>
        <w:sz w:val="18"/>
        <w:szCs w:val="18"/>
      </w:rPr>
      <w:t xml:space="preserve">Referente territoriale EFS Ambito Ancona Ufficio II Margherita Rigillo 0712295484 </w:t>
    </w:r>
    <w:hyperlink r:id="rId2" w:history="1">
      <w:r w:rsidRPr="00E643D5">
        <w:rPr>
          <w:rStyle w:val="Collegamentoipertestuale"/>
          <w:rFonts w:asciiTheme="minorHAnsi" w:hAnsiTheme="minorHAnsi"/>
          <w:iCs/>
          <w:sz w:val="18"/>
          <w:szCs w:val="18"/>
        </w:rPr>
        <w:t>edifisicamarche.AN@istruzione.it</w:t>
      </w:r>
    </w:hyperlink>
  </w:p>
  <w:p w14:paraId="41C1B471" w14:textId="77777777" w:rsidR="00E011C7" w:rsidRDefault="00E011C7" w:rsidP="00E011C7">
    <w:pPr>
      <w:pStyle w:val="Default"/>
      <w:jc w:val="center"/>
      <w:rPr>
        <w:iCs/>
        <w:color w:val="auto"/>
        <w:sz w:val="18"/>
        <w:szCs w:val="18"/>
      </w:rPr>
    </w:pPr>
    <w:r w:rsidRPr="00BF58B5">
      <w:rPr>
        <w:i/>
        <w:iCs/>
        <w:color w:val="auto"/>
        <w:sz w:val="18"/>
        <w:szCs w:val="18"/>
      </w:rPr>
      <w:t>Docu</w:t>
    </w:r>
    <w:r>
      <w:rPr>
        <w:i/>
        <w:iCs/>
        <w:sz w:val="20"/>
        <w:szCs w:val="20"/>
      </w:rPr>
      <w:t>mento firmato digitalmente ai sensi del c.d. Codice dell’Amministrazione Digitale e normativa connessa</w:t>
    </w:r>
  </w:p>
  <w:p w14:paraId="3F3427DF" w14:textId="77777777" w:rsidR="00E011C7" w:rsidRDefault="00E011C7" w:rsidP="00E011C7">
    <w:pPr>
      <w:pStyle w:val="Default"/>
      <w:jc w:val="center"/>
      <w:rPr>
        <w:rFonts w:cs="Arial"/>
        <w:iCs/>
        <w:color w:val="auto"/>
        <w:sz w:val="18"/>
        <w:szCs w:val="18"/>
      </w:rPr>
    </w:pPr>
    <w:r w:rsidRPr="007D2791">
      <w:rPr>
        <w:rFonts w:cs="Arial"/>
        <w:iCs/>
        <w:color w:val="auto"/>
        <w:sz w:val="18"/>
        <w:szCs w:val="18"/>
      </w:rPr>
      <w:t>Via XXV Aprile, 19,</w:t>
    </w:r>
    <w:r>
      <w:rPr>
        <w:rFonts w:cs="Arial"/>
        <w:iCs/>
        <w:color w:val="auto"/>
        <w:sz w:val="18"/>
        <w:szCs w:val="18"/>
      </w:rPr>
      <w:t xml:space="preserve"> </w:t>
    </w:r>
    <w:r w:rsidRPr="007D2791">
      <w:rPr>
        <w:rFonts w:cs="Arial"/>
        <w:iCs/>
        <w:color w:val="auto"/>
        <w:sz w:val="18"/>
        <w:szCs w:val="18"/>
      </w:rPr>
      <w:t>6012</w:t>
    </w:r>
    <w:r>
      <w:rPr>
        <w:rFonts w:cs="Arial"/>
        <w:iCs/>
        <w:color w:val="auto"/>
        <w:sz w:val="18"/>
        <w:szCs w:val="18"/>
      </w:rPr>
      <w:t>5</w:t>
    </w:r>
    <w:r w:rsidRPr="007D2791">
      <w:rPr>
        <w:rFonts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cs="Arial"/>
        <w:iCs/>
        <w:color w:val="auto"/>
        <w:sz w:val="18"/>
        <w:szCs w:val="18"/>
      </w:rPr>
      <w:t>iPA</w:t>
    </w:r>
    <w:proofErr w:type="spellEnd"/>
    <w:r w:rsidRPr="007D2791">
      <w:rPr>
        <w:rFonts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cs="Arial"/>
        <w:iCs/>
        <w:color w:val="auto"/>
        <w:sz w:val="18"/>
        <w:szCs w:val="18"/>
      </w:rPr>
      <w:t>m_pi</w:t>
    </w:r>
    <w:proofErr w:type="spellEnd"/>
  </w:p>
  <w:p w14:paraId="4EEA612A" w14:textId="77777777" w:rsidR="00E011C7" w:rsidRPr="00551CAC" w:rsidRDefault="00E011C7" w:rsidP="00E011C7">
    <w:pPr>
      <w:pStyle w:val="Default"/>
      <w:jc w:val="center"/>
      <w:rPr>
        <w:rFonts w:cs="Arial"/>
        <w:color w:val="auto"/>
        <w:sz w:val="18"/>
        <w:szCs w:val="18"/>
      </w:rPr>
    </w:pPr>
    <w:proofErr w:type="spellStart"/>
    <w:r w:rsidRPr="00551CAC">
      <w:rPr>
        <w:rFonts w:cs="Arial"/>
        <w:iCs/>
        <w:color w:val="auto"/>
        <w:sz w:val="18"/>
        <w:szCs w:val="18"/>
      </w:rPr>
      <w:t>Pec</w:t>
    </w:r>
    <w:proofErr w:type="spellEnd"/>
    <w:r w:rsidRPr="00551CAC">
      <w:rPr>
        <w:rFonts w:cs="Arial"/>
        <w:iCs/>
        <w:color w:val="auto"/>
        <w:sz w:val="18"/>
        <w:szCs w:val="18"/>
      </w:rPr>
      <w:t xml:space="preserve">: </w:t>
    </w:r>
    <w:hyperlink r:id="rId3" w:history="1">
      <w:r w:rsidRPr="00551CAC">
        <w:rPr>
          <w:rStyle w:val="Collegamentoipertestuale"/>
          <w:rFonts w:cs="Arial"/>
          <w:iCs/>
          <w:sz w:val="18"/>
          <w:szCs w:val="18"/>
        </w:rPr>
        <w:t>drma@postacert.istruzione.it</w:t>
      </w:r>
    </w:hyperlink>
    <w:r w:rsidRPr="00551CAC">
      <w:rPr>
        <w:rFonts w:cs="Arial"/>
        <w:iCs/>
        <w:color w:val="auto"/>
        <w:sz w:val="18"/>
        <w:szCs w:val="18"/>
      </w:rPr>
      <w:t xml:space="preserve"> – E-mail: </w:t>
    </w:r>
    <w:hyperlink r:id="rId4" w:history="1">
      <w:r w:rsidRPr="00551CAC">
        <w:rPr>
          <w:rStyle w:val="Collegamentoipertestuale"/>
          <w:rFonts w:cs="Arial"/>
          <w:iCs/>
          <w:sz w:val="18"/>
          <w:szCs w:val="18"/>
        </w:rPr>
        <w:t>direzione-marche@istruzione.it</w:t>
      </w:r>
    </w:hyperlink>
  </w:p>
  <w:p w14:paraId="109E6938" w14:textId="77777777" w:rsidR="00E011C7" w:rsidRPr="00551CAC" w:rsidRDefault="00E011C7" w:rsidP="00E011C7">
    <w:pPr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 xml:space="preserve">Codice </w:t>
    </w:r>
    <w:r>
      <w:rPr>
        <w:rFonts w:cs="Arial"/>
        <w:iCs/>
        <w:sz w:val="18"/>
        <w:szCs w:val="18"/>
      </w:rPr>
      <w:t xml:space="preserve">univoco </w:t>
    </w:r>
    <w:r w:rsidRPr="00551CAC">
      <w:rPr>
        <w:rFonts w:cs="Arial"/>
        <w:iCs/>
        <w:sz w:val="18"/>
        <w:szCs w:val="18"/>
      </w:rPr>
      <w:t>per la fatturazione elettronica: YUSJ56 per la contabilità generale, DBOUR0 per quella ordinaria</w:t>
    </w:r>
  </w:p>
  <w:p w14:paraId="28373E78" w14:textId="77777777" w:rsidR="00E011C7" w:rsidRPr="00551CAC" w:rsidRDefault="00E011C7" w:rsidP="00E011C7">
    <w:pPr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>Tel.: 071/22951-2295415 – CF: 80007610423</w:t>
    </w:r>
  </w:p>
  <w:p w14:paraId="3B810C01" w14:textId="6A64531D" w:rsidR="004B2422" w:rsidRPr="006D24A4" w:rsidRDefault="00E011C7" w:rsidP="00E011C7">
    <w:pPr>
      <w:spacing w:after="0" w:line="240" w:lineRule="auto"/>
      <w:jc w:val="center"/>
      <w:rPr>
        <w:szCs w:val="15"/>
      </w:rPr>
    </w:pPr>
    <w:r w:rsidRPr="00551CAC">
      <w:t xml:space="preserve">Sito internet: </w:t>
    </w:r>
    <w:hyperlink r:id="rId5" w:history="1">
      <w:r w:rsidRPr="00C0061C">
        <w:rPr>
          <w:rStyle w:val="Collegamentoipertestuale"/>
          <w:rFonts w:cs="Arial"/>
          <w:iCs/>
          <w:sz w:val="18"/>
          <w:szCs w:val="18"/>
        </w:rPr>
        <w:t>www.marche.istruzione.it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D938A" w14:textId="77777777" w:rsidR="0002363E" w:rsidRDefault="0002363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AF43E" w14:textId="77777777" w:rsidR="00E42512" w:rsidRDefault="00E42512">
      <w:r>
        <w:separator/>
      </w:r>
    </w:p>
  </w:footnote>
  <w:footnote w:type="continuationSeparator" w:id="0">
    <w:p w14:paraId="7A255D18" w14:textId="77777777" w:rsidR="00E42512" w:rsidRDefault="00E42512">
      <w:r>
        <w:continuationSeparator/>
      </w:r>
    </w:p>
  </w:footnote>
  <w:footnote w:type="continuationNotice" w:id="1">
    <w:p w14:paraId="479B22E9" w14:textId="77777777" w:rsidR="00E42512" w:rsidRDefault="00E425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746F5" w14:textId="77777777" w:rsidR="0002363E" w:rsidRDefault="0002363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DB55" w14:textId="64D034A5" w:rsidR="00620DAC" w:rsidRDefault="00620DAC" w:rsidP="00620DAC">
    <w:pPr>
      <w:tabs>
        <w:tab w:val="left" w:pos="690"/>
        <w:tab w:val="center" w:pos="2050"/>
      </w:tabs>
      <w:rPr>
        <w:rFonts w:ascii="Monotype Corsiva" w:hAnsi="Monotype Corsiva" w:cs="Tahoma"/>
        <w:i/>
        <w:sz w:val="76"/>
        <w:szCs w:val="76"/>
      </w:rPr>
    </w:pPr>
    <w:r>
      <w:rPr>
        <w:rFonts w:ascii="Monotype Corsiva" w:hAnsi="Monotype Corsiva" w:cs="Tahoma"/>
        <w:i/>
        <w:sz w:val="76"/>
        <w:szCs w:val="76"/>
      </w:rPr>
      <w:tab/>
    </w:r>
    <w:r>
      <w:rPr>
        <w:rFonts w:ascii="Monotype Corsiva" w:hAnsi="Monotype Corsiva" w:cs="Tahoma"/>
        <w:i/>
        <w:sz w:val="76"/>
        <w:szCs w:val="76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 wp14:anchorId="5D572F84" wp14:editId="68F1DE85">
          <wp:simplePos x="0" y="0"/>
          <wp:positionH relativeFrom="column">
            <wp:posOffset>2718435</wp:posOffset>
          </wp:positionH>
          <wp:positionV relativeFrom="paragraph">
            <wp:posOffset>72390</wp:posOffset>
          </wp:positionV>
          <wp:extent cx="495300" cy="561975"/>
          <wp:effectExtent l="0" t="0" r="0" b="9525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34C2BB" w14:textId="739FBADD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711F5918" w14:textId="3437A7BA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38B9B18C" w14:textId="221A1A68" w:rsidR="00620DAC" w:rsidRDefault="00620DAC" w:rsidP="00620DAC">
    <w:pPr>
      <w:pStyle w:val="Intestazione"/>
      <w:jc w:val="center"/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AEB24" w14:textId="77777777" w:rsidR="0002363E" w:rsidRDefault="0002363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41775"/>
    <w:multiLevelType w:val="hybridMultilevel"/>
    <w:tmpl w:val="394ECFFA"/>
    <w:lvl w:ilvl="0" w:tplc="239EA734"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12B5C2D"/>
    <w:multiLevelType w:val="hybridMultilevel"/>
    <w:tmpl w:val="216A345C"/>
    <w:lvl w:ilvl="0" w:tplc="623AD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497278A"/>
    <w:multiLevelType w:val="multilevel"/>
    <w:tmpl w:val="41E8EF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16E92D78"/>
    <w:multiLevelType w:val="hybridMultilevel"/>
    <w:tmpl w:val="F10CFFEC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E6E29FE"/>
    <w:multiLevelType w:val="hybridMultilevel"/>
    <w:tmpl w:val="241CA098"/>
    <w:lvl w:ilvl="0" w:tplc="4120FC14">
      <w:start w:val="2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42131EB"/>
    <w:multiLevelType w:val="multilevel"/>
    <w:tmpl w:val="617A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80167A8"/>
    <w:multiLevelType w:val="hybridMultilevel"/>
    <w:tmpl w:val="F926AC7E"/>
    <w:lvl w:ilvl="0" w:tplc="3C96C174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83A6BD0"/>
    <w:multiLevelType w:val="hybridMultilevel"/>
    <w:tmpl w:val="5A4C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F1B38"/>
    <w:multiLevelType w:val="multilevel"/>
    <w:tmpl w:val="C46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EA8008C"/>
    <w:multiLevelType w:val="hybridMultilevel"/>
    <w:tmpl w:val="BD7CD4E4"/>
    <w:lvl w:ilvl="0" w:tplc="364A19D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5A75C25"/>
    <w:multiLevelType w:val="hybridMultilevel"/>
    <w:tmpl w:val="86D88DD4"/>
    <w:lvl w:ilvl="0" w:tplc="A57626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7273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8A350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6CE8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FC93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BA24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4A01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2A78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F81F4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FC6E3F"/>
    <w:multiLevelType w:val="hybridMultilevel"/>
    <w:tmpl w:val="F9E21E0E"/>
    <w:lvl w:ilvl="0" w:tplc="5D306C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2269A7"/>
    <w:multiLevelType w:val="hybridMultilevel"/>
    <w:tmpl w:val="0DE6ADFA"/>
    <w:lvl w:ilvl="0" w:tplc="0410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58EC1229"/>
    <w:multiLevelType w:val="hybridMultilevel"/>
    <w:tmpl w:val="AC6AD09C"/>
    <w:lvl w:ilvl="0" w:tplc="7C36C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948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2D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0F5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EEB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2F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0D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744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42256"/>
    <w:multiLevelType w:val="hybridMultilevel"/>
    <w:tmpl w:val="4B22CFC8"/>
    <w:lvl w:ilvl="0" w:tplc="6E40FBEC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E7201B"/>
    <w:multiLevelType w:val="multilevel"/>
    <w:tmpl w:val="D7E4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F1037C2"/>
    <w:multiLevelType w:val="hybridMultilevel"/>
    <w:tmpl w:val="6816743A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66895299"/>
    <w:multiLevelType w:val="hybridMultilevel"/>
    <w:tmpl w:val="FA505344"/>
    <w:lvl w:ilvl="0" w:tplc="64B2670E"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F6707E"/>
    <w:multiLevelType w:val="hybridMultilevel"/>
    <w:tmpl w:val="6BCCE8D2"/>
    <w:lvl w:ilvl="0" w:tplc="6CF6B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B5289E"/>
    <w:multiLevelType w:val="hybridMultilevel"/>
    <w:tmpl w:val="D31A038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7"/>
  </w:num>
  <w:num w:numId="2">
    <w:abstractNumId w:val="6"/>
  </w:num>
  <w:num w:numId="3">
    <w:abstractNumId w:val="3"/>
  </w:num>
  <w:num w:numId="4">
    <w:abstractNumId w:val="13"/>
  </w:num>
  <w:num w:numId="5">
    <w:abstractNumId w:val="16"/>
  </w:num>
  <w:num w:numId="6">
    <w:abstractNumId w:val="2"/>
  </w:num>
  <w:num w:numId="7">
    <w:abstractNumId w:val="0"/>
  </w:num>
  <w:num w:numId="8">
    <w:abstractNumId w:val="12"/>
  </w:num>
  <w:num w:numId="9">
    <w:abstractNumId w:val="8"/>
  </w:num>
  <w:num w:numId="10">
    <w:abstractNumId w:val="19"/>
  </w:num>
  <w:num w:numId="11">
    <w:abstractNumId w:val="18"/>
  </w:num>
  <w:num w:numId="12">
    <w:abstractNumId w:val="1"/>
  </w:num>
  <w:num w:numId="13">
    <w:abstractNumId w:val="7"/>
  </w:num>
  <w:num w:numId="14">
    <w:abstractNumId w:val="15"/>
  </w:num>
  <w:num w:numId="15">
    <w:abstractNumId w:val="4"/>
  </w:num>
  <w:num w:numId="16">
    <w:abstractNumId w:val="5"/>
  </w:num>
  <w:num w:numId="17">
    <w:abstractNumId w:val="14"/>
  </w:num>
  <w:num w:numId="18">
    <w:abstractNumId w:val="9"/>
  </w:num>
  <w:num w:numId="19">
    <w:abstractNumId w:val="10"/>
  </w:num>
  <w:num w:numId="20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367C"/>
    <w:rsid w:val="000042E5"/>
    <w:rsid w:val="00004F45"/>
    <w:rsid w:val="000054FB"/>
    <w:rsid w:val="00007F5E"/>
    <w:rsid w:val="00010930"/>
    <w:rsid w:val="0001202F"/>
    <w:rsid w:val="00012E6F"/>
    <w:rsid w:val="000131C9"/>
    <w:rsid w:val="00015687"/>
    <w:rsid w:val="000157E5"/>
    <w:rsid w:val="00021EAB"/>
    <w:rsid w:val="00023442"/>
    <w:rsid w:val="0002363E"/>
    <w:rsid w:val="00023958"/>
    <w:rsid w:val="00023DAD"/>
    <w:rsid w:val="00026241"/>
    <w:rsid w:val="00026285"/>
    <w:rsid w:val="000262E5"/>
    <w:rsid w:val="00026641"/>
    <w:rsid w:val="00027CBB"/>
    <w:rsid w:val="00030134"/>
    <w:rsid w:val="00030550"/>
    <w:rsid w:val="00032B2F"/>
    <w:rsid w:val="00032F71"/>
    <w:rsid w:val="00032FA0"/>
    <w:rsid w:val="0003377D"/>
    <w:rsid w:val="000344CA"/>
    <w:rsid w:val="00036B90"/>
    <w:rsid w:val="00036C15"/>
    <w:rsid w:val="00040334"/>
    <w:rsid w:val="0004034C"/>
    <w:rsid w:val="00040CA5"/>
    <w:rsid w:val="000413EE"/>
    <w:rsid w:val="00042FA4"/>
    <w:rsid w:val="00043B5F"/>
    <w:rsid w:val="000464BF"/>
    <w:rsid w:val="00051211"/>
    <w:rsid w:val="00052BDA"/>
    <w:rsid w:val="00052F0E"/>
    <w:rsid w:val="00054CC4"/>
    <w:rsid w:val="00056052"/>
    <w:rsid w:val="00056AA0"/>
    <w:rsid w:val="000624BA"/>
    <w:rsid w:val="0006305A"/>
    <w:rsid w:val="0006306C"/>
    <w:rsid w:val="00063E50"/>
    <w:rsid w:val="00064A74"/>
    <w:rsid w:val="00066802"/>
    <w:rsid w:val="00066B9F"/>
    <w:rsid w:val="00067128"/>
    <w:rsid w:val="000679BA"/>
    <w:rsid w:val="00070A08"/>
    <w:rsid w:val="00071ED6"/>
    <w:rsid w:val="00075251"/>
    <w:rsid w:val="00075504"/>
    <w:rsid w:val="00075AFA"/>
    <w:rsid w:val="000801AF"/>
    <w:rsid w:val="000819C6"/>
    <w:rsid w:val="00082480"/>
    <w:rsid w:val="00083B31"/>
    <w:rsid w:val="00083E4F"/>
    <w:rsid w:val="0008666C"/>
    <w:rsid w:val="000874D0"/>
    <w:rsid w:val="0008781A"/>
    <w:rsid w:val="00093C3D"/>
    <w:rsid w:val="000948FE"/>
    <w:rsid w:val="000A091B"/>
    <w:rsid w:val="000A17D7"/>
    <w:rsid w:val="000A4C83"/>
    <w:rsid w:val="000A4DC9"/>
    <w:rsid w:val="000A4E86"/>
    <w:rsid w:val="000A5D58"/>
    <w:rsid w:val="000A628B"/>
    <w:rsid w:val="000A7A08"/>
    <w:rsid w:val="000A7FDE"/>
    <w:rsid w:val="000B168A"/>
    <w:rsid w:val="000B2163"/>
    <w:rsid w:val="000B329E"/>
    <w:rsid w:val="000B35B7"/>
    <w:rsid w:val="000B394D"/>
    <w:rsid w:val="000B47DF"/>
    <w:rsid w:val="000B4CDB"/>
    <w:rsid w:val="000B5623"/>
    <w:rsid w:val="000B645F"/>
    <w:rsid w:val="000B7406"/>
    <w:rsid w:val="000C30F2"/>
    <w:rsid w:val="000C4078"/>
    <w:rsid w:val="000C42D3"/>
    <w:rsid w:val="000C4348"/>
    <w:rsid w:val="000C50AA"/>
    <w:rsid w:val="000C5E6A"/>
    <w:rsid w:val="000D029F"/>
    <w:rsid w:val="000D34C8"/>
    <w:rsid w:val="000D3AE9"/>
    <w:rsid w:val="000D524E"/>
    <w:rsid w:val="000D5772"/>
    <w:rsid w:val="000D5861"/>
    <w:rsid w:val="000D6064"/>
    <w:rsid w:val="000D7D5C"/>
    <w:rsid w:val="000D7FF7"/>
    <w:rsid w:val="000E26D4"/>
    <w:rsid w:val="000E3A8E"/>
    <w:rsid w:val="000E4525"/>
    <w:rsid w:val="000E4BEB"/>
    <w:rsid w:val="000E4DF4"/>
    <w:rsid w:val="000E527F"/>
    <w:rsid w:val="000E5CCB"/>
    <w:rsid w:val="000E604A"/>
    <w:rsid w:val="000E631C"/>
    <w:rsid w:val="000E7899"/>
    <w:rsid w:val="000F254E"/>
    <w:rsid w:val="000F27D3"/>
    <w:rsid w:val="000F2B57"/>
    <w:rsid w:val="000F3ED6"/>
    <w:rsid w:val="000F53F0"/>
    <w:rsid w:val="000F6925"/>
    <w:rsid w:val="000F755D"/>
    <w:rsid w:val="000F7D0D"/>
    <w:rsid w:val="001007F3"/>
    <w:rsid w:val="0010096A"/>
    <w:rsid w:val="00100AAE"/>
    <w:rsid w:val="00101075"/>
    <w:rsid w:val="001028E4"/>
    <w:rsid w:val="00102938"/>
    <w:rsid w:val="00102F69"/>
    <w:rsid w:val="00105C2B"/>
    <w:rsid w:val="00107596"/>
    <w:rsid w:val="00111CB7"/>
    <w:rsid w:val="00113158"/>
    <w:rsid w:val="00113378"/>
    <w:rsid w:val="00113A04"/>
    <w:rsid w:val="001158A4"/>
    <w:rsid w:val="001169C1"/>
    <w:rsid w:val="00116E1C"/>
    <w:rsid w:val="001214AE"/>
    <w:rsid w:val="00121DFA"/>
    <w:rsid w:val="001224F2"/>
    <w:rsid w:val="001246DC"/>
    <w:rsid w:val="00125653"/>
    <w:rsid w:val="00126861"/>
    <w:rsid w:val="001269B5"/>
    <w:rsid w:val="0013077B"/>
    <w:rsid w:val="00130885"/>
    <w:rsid w:val="00130B2E"/>
    <w:rsid w:val="00131B1A"/>
    <w:rsid w:val="00132070"/>
    <w:rsid w:val="00132220"/>
    <w:rsid w:val="001328E3"/>
    <w:rsid w:val="001348DC"/>
    <w:rsid w:val="00136AAF"/>
    <w:rsid w:val="00136B49"/>
    <w:rsid w:val="00136E40"/>
    <w:rsid w:val="001378B4"/>
    <w:rsid w:val="00141692"/>
    <w:rsid w:val="001430DF"/>
    <w:rsid w:val="001446D9"/>
    <w:rsid w:val="0014471B"/>
    <w:rsid w:val="00144A01"/>
    <w:rsid w:val="001455E9"/>
    <w:rsid w:val="00146165"/>
    <w:rsid w:val="00146731"/>
    <w:rsid w:val="00153966"/>
    <w:rsid w:val="00154E94"/>
    <w:rsid w:val="0015520D"/>
    <w:rsid w:val="00155885"/>
    <w:rsid w:val="00157C48"/>
    <w:rsid w:val="00160E86"/>
    <w:rsid w:val="001618FB"/>
    <w:rsid w:val="00162A1B"/>
    <w:rsid w:val="00163DD4"/>
    <w:rsid w:val="00164485"/>
    <w:rsid w:val="00164A91"/>
    <w:rsid w:val="0016769B"/>
    <w:rsid w:val="00167B6B"/>
    <w:rsid w:val="0017002E"/>
    <w:rsid w:val="00170600"/>
    <w:rsid w:val="001722E0"/>
    <w:rsid w:val="001730D1"/>
    <w:rsid w:val="00173842"/>
    <w:rsid w:val="00173963"/>
    <w:rsid w:val="00173984"/>
    <w:rsid w:val="00173F7F"/>
    <w:rsid w:val="0017449F"/>
    <w:rsid w:val="001745D9"/>
    <w:rsid w:val="001749F1"/>
    <w:rsid w:val="00174C07"/>
    <w:rsid w:val="0017552F"/>
    <w:rsid w:val="00176944"/>
    <w:rsid w:val="00181010"/>
    <w:rsid w:val="00182247"/>
    <w:rsid w:val="00182281"/>
    <w:rsid w:val="00182FB1"/>
    <w:rsid w:val="001838D0"/>
    <w:rsid w:val="001838D7"/>
    <w:rsid w:val="00183AF1"/>
    <w:rsid w:val="001847D7"/>
    <w:rsid w:val="00185D0F"/>
    <w:rsid w:val="00186051"/>
    <w:rsid w:val="001863A2"/>
    <w:rsid w:val="00193F84"/>
    <w:rsid w:val="001947C6"/>
    <w:rsid w:val="00195771"/>
    <w:rsid w:val="0019647A"/>
    <w:rsid w:val="001A0EEE"/>
    <w:rsid w:val="001A1970"/>
    <w:rsid w:val="001A2A31"/>
    <w:rsid w:val="001A2F34"/>
    <w:rsid w:val="001A3473"/>
    <w:rsid w:val="001A4B80"/>
    <w:rsid w:val="001B0A67"/>
    <w:rsid w:val="001B123A"/>
    <w:rsid w:val="001B2688"/>
    <w:rsid w:val="001B3D0F"/>
    <w:rsid w:val="001B6682"/>
    <w:rsid w:val="001B700C"/>
    <w:rsid w:val="001C2DEF"/>
    <w:rsid w:val="001C4858"/>
    <w:rsid w:val="001C6855"/>
    <w:rsid w:val="001C7260"/>
    <w:rsid w:val="001D1D34"/>
    <w:rsid w:val="001D3169"/>
    <w:rsid w:val="001D6E8E"/>
    <w:rsid w:val="001D75DE"/>
    <w:rsid w:val="001E0D02"/>
    <w:rsid w:val="001E210B"/>
    <w:rsid w:val="001E7B81"/>
    <w:rsid w:val="001F1960"/>
    <w:rsid w:val="001F1B50"/>
    <w:rsid w:val="001F308F"/>
    <w:rsid w:val="001F3101"/>
    <w:rsid w:val="001F4EFB"/>
    <w:rsid w:val="001F6207"/>
    <w:rsid w:val="001F7118"/>
    <w:rsid w:val="001F72BA"/>
    <w:rsid w:val="001F7CAC"/>
    <w:rsid w:val="001F7F22"/>
    <w:rsid w:val="00200288"/>
    <w:rsid w:val="00203FB3"/>
    <w:rsid w:val="002051CF"/>
    <w:rsid w:val="00205383"/>
    <w:rsid w:val="002061DB"/>
    <w:rsid w:val="0020648B"/>
    <w:rsid w:val="00206FAA"/>
    <w:rsid w:val="00207266"/>
    <w:rsid w:val="00211158"/>
    <w:rsid w:val="002113B2"/>
    <w:rsid w:val="002118C9"/>
    <w:rsid w:val="002141B4"/>
    <w:rsid w:val="00214FDB"/>
    <w:rsid w:val="00216E51"/>
    <w:rsid w:val="002177FF"/>
    <w:rsid w:val="00217F26"/>
    <w:rsid w:val="00217FF9"/>
    <w:rsid w:val="00220295"/>
    <w:rsid w:val="002206FA"/>
    <w:rsid w:val="00221656"/>
    <w:rsid w:val="00222DAD"/>
    <w:rsid w:val="0022393D"/>
    <w:rsid w:val="002245E0"/>
    <w:rsid w:val="00224E63"/>
    <w:rsid w:val="00225314"/>
    <w:rsid w:val="00230063"/>
    <w:rsid w:val="00230F80"/>
    <w:rsid w:val="002321BB"/>
    <w:rsid w:val="00235D3E"/>
    <w:rsid w:val="00236156"/>
    <w:rsid w:val="00236628"/>
    <w:rsid w:val="00241414"/>
    <w:rsid w:val="00241B57"/>
    <w:rsid w:val="0024245F"/>
    <w:rsid w:val="00243C32"/>
    <w:rsid w:val="0024454B"/>
    <w:rsid w:val="00245CC6"/>
    <w:rsid w:val="00245FA6"/>
    <w:rsid w:val="00245FFB"/>
    <w:rsid w:val="00246041"/>
    <w:rsid w:val="0024707F"/>
    <w:rsid w:val="00250FEA"/>
    <w:rsid w:val="00251865"/>
    <w:rsid w:val="002526E8"/>
    <w:rsid w:val="00252B16"/>
    <w:rsid w:val="0025411A"/>
    <w:rsid w:val="0025445D"/>
    <w:rsid w:val="00254EB1"/>
    <w:rsid w:val="002560A4"/>
    <w:rsid w:val="00257619"/>
    <w:rsid w:val="00261887"/>
    <w:rsid w:val="00263C4D"/>
    <w:rsid w:val="0026547B"/>
    <w:rsid w:val="0026629E"/>
    <w:rsid w:val="002704D2"/>
    <w:rsid w:val="00272A8D"/>
    <w:rsid w:val="00272D88"/>
    <w:rsid w:val="002744B4"/>
    <w:rsid w:val="0027467C"/>
    <w:rsid w:val="00275A4C"/>
    <w:rsid w:val="00276456"/>
    <w:rsid w:val="00277333"/>
    <w:rsid w:val="00277D69"/>
    <w:rsid w:val="00281429"/>
    <w:rsid w:val="0028150D"/>
    <w:rsid w:val="00281BEC"/>
    <w:rsid w:val="00282080"/>
    <w:rsid w:val="002858E2"/>
    <w:rsid w:val="002875DB"/>
    <w:rsid w:val="00291646"/>
    <w:rsid w:val="00291E30"/>
    <w:rsid w:val="00292893"/>
    <w:rsid w:val="002951C7"/>
    <w:rsid w:val="00295322"/>
    <w:rsid w:val="00295BA8"/>
    <w:rsid w:val="00297037"/>
    <w:rsid w:val="002976EF"/>
    <w:rsid w:val="00297A64"/>
    <w:rsid w:val="002A2A80"/>
    <w:rsid w:val="002A2B13"/>
    <w:rsid w:val="002A2E88"/>
    <w:rsid w:val="002A4BBA"/>
    <w:rsid w:val="002A5E8A"/>
    <w:rsid w:val="002A6F8E"/>
    <w:rsid w:val="002A781D"/>
    <w:rsid w:val="002B2855"/>
    <w:rsid w:val="002B2A70"/>
    <w:rsid w:val="002B2B4C"/>
    <w:rsid w:val="002B3328"/>
    <w:rsid w:val="002B485C"/>
    <w:rsid w:val="002B4D56"/>
    <w:rsid w:val="002B5BBF"/>
    <w:rsid w:val="002B662C"/>
    <w:rsid w:val="002B7D71"/>
    <w:rsid w:val="002C4E61"/>
    <w:rsid w:val="002C5D4B"/>
    <w:rsid w:val="002C73EC"/>
    <w:rsid w:val="002C7CD7"/>
    <w:rsid w:val="002D47EC"/>
    <w:rsid w:val="002D4BC8"/>
    <w:rsid w:val="002D7554"/>
    <w:rsid w:val="002E016E"/>
    <w:rsid w:val="002E1FFE"/>
    <w:rsid w:val="002E259B"/>
    <w:rsid w:val="002E3620"/>
    <w:rsid w:val="002E58DB"/>
    <w:rsid w:val="002E59D0"/>
    <w:rsid w:val="002E5EC0"/>
    <w:rsid w:val="002E60A2"/>
    <w:rsid w:val="002E6ABE"/>
    <w:rsid w:val="002E6B55"/>
    <w:rsid w:val="002E6CB5"/>
    <w:rsid w:val="002E7E32"/>
    <w:rsid w:val="002F3245"/>
    <w:rsid w:val="002F33B0"/>
    <w:rsid w:val="002F42EE"/>
    <w:rsid w:val="002F503F"/>
    <w:rsid w:val="002F5A47"/>
    <w:rsid w:val="002F68AA"/>
    <w:rsid w:val="002F7345"/>
    <w:rsid w:val="002F7991"/>
    <w:rsid w:val="003000B5"/>
    <w:rsid w:val="003017A7"/>
    <w:rsid w:val="00302068"/>
    <w:rsid w:val="00303F33"/>
    <w:rsid w:val="00305E43"/>
    <w:rsid w:val="0030638C"/>
    <w:rsid w:val="003109A1"/>
    <w:rsid w:val="00310F5D"/>
    <w:rsid w:val="003136D6"/>
    <w:rsid w:val="00313A5C"/>
    <w:rsid w:val="00314592"/>
    <w:rsid w:val="00314A37"/>
    <w:rsid w:val="00315355"/>
    <w:rsid w:val="00315367"/>
    <w:rsid w:val="0031677B"/>
    <w:rsid w:val="00317A99"/>
    <w:rsid w:val="00317DAA"/>
    <w:rsid w:val="00321C7E"/>
    <w:rsid w:val="003226A0"/>
    <w:rsid w:val="003228F9"/>
    <w:rsid w:val="00323BC7"/>
    <w:rsid w:val="003253E2"/>
    <w:rsid w:val="00325BF3"/>
    <w:rsid w:val="0032780C"/>
    <w:rsid w:val="00332291"/>
    <w:rsid w:val="003326B2"/>
    <w:rsid w:val="00332DC3"/>
    <w:rsid w:val="003340AF"/>
    <w:rsid w:val="0033665E"/>
    <w:rsid w:val="00337379"/>
    <w:rsid w:val="00337E13"/>
    <w:rsid w:val="003407F4"/>
    <w:rsid w:val="0034135B"/>
    <w:rsid w:val="003417B5"/>
    <w:rsid w:val="003417CD"/>
    <w:rsid w:val="00341F32"/>
    <w:rsid w:val="00342B5F"/>
    <w:rsid w:val="0034379D"/>
    <w:rsid w:val="00344702"/>
    <w:rsid w:val="00346FC7"/>
    <w:rsid w:val="00350091"/>
    <w:rsid w:val="00351EDA"/>
    <w:rsid w:val="003526F1"/>
    <w:rsid w:val="003529B4"/>
    <w:rsid w:val="00353AC3"/>
    <w:rsid w:val="003563AC"/>
    <w:rsid w:val="0035641D"/>
    <w:rsid w:val="00356D93"/>
    <w:rsid w:val="003579C0"/>
    <w:rsid w:val="003601B3"/>
    <w:rsid w:val="0036097E"/>
    <w:rsid w:val="00361A95"/>
    <w:rsid w:val="003624E1"/>
    <w:rsid w:val="003629D7"/>
    <w:rsid w:val="00362E09"/>
    <w:rsid w:val="003637A7"/>
    <w:rsid w:val="003643F1"/>
    <w:rsid w:val="00364CD5"/>
    <w:rsid w:val="003678F4"/>
    <w:rsid w:val="00367F25"/>
    <w:rsid w:val="00370CAB"/>
    <w:rsid w:val="00373BD4"/>
    <w:rsid w:val="00373FA7"/>
    <w:rsid w:val="00375EF3"/>
    <w:rsid w:val="00376237"/>
    <w:rsid w:val="003778BC"/>
    <w:rsid w:val="0038023D"/>
    <w:rsid w:val="00381D06"/>
    <w:rsid w:val="00385D0F"/>
    <w:rsid w:val="00387FC6"/>
    <w:rsid w:val="00392514"/>
    <w:rsid w:val="0039263C"/>
    <w:rsid w:val="00392B4B"/>
    <w:rsid w:val="003933BE"/>
    <w:rsid w:val="00394C22"/>
    <w:rsid w:val="003A0198"/>
    <w:rsid w:val="003A053D"/>
    <w:rsid w:val="003A3C53"/>
    <w:rsid w:val="003A4D9D"/>
    <w:rsid w:val="003A4F97"/>
    <w:rsid w:val="003A51D9"/>
    <w:rsid w:val="003A6727"/>
    <w:rsid w:val="003A7BAF"/>
    <w:rsid w:val="003A7F0D"/>
    <w:rsid w:val="003B014E"/>
    <w:rsid w:val="003B234B"/>
    <w:rsid w:val="003B6F2A"/>
    <w:rsid w:val="003B7DFF"/>
    <w:rsid w:val="003C097D"/>
    <w:rsid w:val="003C0A84"/>
    <w:rsid w:val="003C0BD3"/>
    <w:rsid w:val="003C1F1D"/>
    <w:rsid w:val="003C506A"/>
    <w:rsid w:val="003C6528"/>
    <w:rsid w:val="003C6DDE"/>
    <w:rsid w:val="003C7125"/>
    <w:rsid w:val="003C7299"/>
    <w:rsid w:val="003D0EC2"/>
    <w:rsid w:val="003D1EC8"/>
    <w:rsid w:val="003D2201"/>
    <w:rsid w:val="003D293D"/>
    <w:rsid w:val="003D3825"/>
    <w:rsid w:val="003D555A"/>
    <w:rsid w:val="003E254D"/>
    <w:rsid w:val="003E4FE8"/>
    <w:rsid w:val="003F45F2"/>
    <w:rsid w:val="003F513A"/>
    <w:rsid w:val="003F5CDC"/>
    <w:rsid w:val="003F6626"/>
    <w:rsid w:val="003F67C3"/>
    <w:rsid w:val="003F7982"/>
    <w:rsid w:val="00401599"/>
    <w:rsid w:val="00403088"/>
    <w:rsid w:val="00403F4F"/>
    <w:rsid w:val="00404CA2"/>
    <w:rsid w:val="00406B17"/>
    <w:rsid w:val="004101CB"/>
    <w:rsid w:val="0041122C"/>
    <w:rsid w:val="00413D9F"/>
    <w:rsid w:val="00414840"/>
    <w:rsid w:val="004167B7"/>
    <w:rsid w:val="00417492"/>
    <w:rsid w:val="00417BBA"/>
    <w:rsid w:val="00417CA1"/>
    <w:rsid w:val="004201B0"/>
    <w:rsid w:val="004202A9"/>
    <w:rsid w:val="00421B0C"/>
    <w:rsid w:val="00423A37"/>
    <w:rsid w:val="00424600"/>
    <w:rsid w:val="00427C7F"/>
    <w:rsid w:val="00427EFC"/>
    <w:rsid w:val="00431A31"/>
    <w:rsid w:val="00431C86"/>
    <w:rsid w:val="00432456"/>
    <w:rsid w:val="00435932"/>
    <w:rsid w:val="00440C60"/>
    <w:rsid w:val="00441368"/>
    <w:rsid w:val="00443DBE"/>
    <w:rsid w:val="00445E1E"/>
    <w:rsid w:val="004475DF"/>
    <w:rsid w:val="004503DC"/>
    <w:rsid w:val="004503F2"/>
    <w:rsid w:val="00450758"/>
    <w:rsid w:val="00450830"/>
    <w:rsid w:val="00450C8C"/>
    <w:rsid w:val="0045122A"/>
    <w:rsid w:val="00451782"/>
    <w:rsid w:val="00451B49"/>
    <w:rsid w:val="004529B0"/>
    <w:rsid w:val="00452AE6"/>
    <w:rsid w:val="00452C3F"/>
    <w:rsid w:val="0045353A"/>
    <w:rsid w:val="00453ADB"/>
    <w:rsid w:val="00454407"/>
    <w:rsid w:val="0045473E"/>
    <w:rsid w:val="00454EED"/>
    <w:rsid w:val="00456363"/>
    <w:rsid w:val="00456EF7"/>
    <w:rsid w:val="00461198"/>
    <w:rsid w:val="00462FF1"/>
    <w:rsid w:val="00463208"/>
    <w:rsid w:val="00466070"/>
    <w:rsid w:val="00470B3B"/>
    <w:rsid w:val="00470F33"/>
    <w:rsid w:val="00471C61"/>
    <w:rsid w:val="0047283F"/>
    <w:rsid w:val="00472FB4"/>
    <w:rsid w:val="00473003"/>
    <w:rsid w:val="00473266"/>
    <w:rsid w:val="00473D8F"/>
    <w:rsid w:val="004751D3"/>
    <w:rsid w:val="00475D26"/>
    <w:rsid w:val="00475E6A"/>
    <w:rsid w:val="00480F45"/>
    <w:rsid w:val="00481BC3"/>
    <w:rsid w:val="00482F83"/>
    <w:rsid w:val="0048376B"/>
    <w:rsid w:val="00483E9E"/>
    <w:rsid w:val="00484AA9"/>
    <w:rsid w:val="0048583B"/>
    <w:rsid w:val="00486728"/>
    <w:rsid w:val="00487EF7"/>
    <w:rsid w:val="00490715"/>
    <w:rsid w:val="00490BA4"/>
    <w:rsid w:val="00491748"/>
    <w:rsid w:val="00491D6E"/>
    <w:rsid w:val="00492925"/>
    <w:rsid w:val="00492B18"/>
    <w:rsid w:val="0049453C"/>
    <w:rsid w:val="00494E18"/>
    <w:rsid w:val="00497DF4"/>
    <w:rsid w:val="004A0180"/>
    <w:rsid w:val="004A0B3F"/>
    <w:rsid w:val="004A0BFB"/>
    <w:rsid w:val="004A0FBB"/>
    <w:rsid w:val="004A1C77"/>
    <w:rsid w:val="004A2A8C"/>
    <w:rsid w:val="004A39B8"/>
    <w:rsid w:val="004A4CDF"/>
    <w:rsid w:val="004A551A"/>
    <w:rsid w:val="004A57D6"/>
    <w:rsid w:val="004B03A7"/>
    <w:rsid w:val="004B20CF"/>
    <w:rsid w:val="004B22E6"/>
    <w:rsid w:val="004B2422"/>
    <w:rsid w:val="004B33C7"/>
    <w:rsid w:val="004B5982"/>
    <w:rsid w:val="004B59D2"/>
    <w:rsid w:val="004C06D0"/>
    <w:rsid w:val="004C19B1"/>
    <w:rsid w:val="004C4298"/>
    <w:rsid w:val="004C4DDF"/>
    <w:rsid w:val="004C5A00"/>
    <w:rsid w:val="004C7329"/>
    <w:rsid w:val="004D4149"/>
    <w:rsid w:val="004D7D8E"/>
    <w:rsid w:val="004E0ACC"/>
    <w:rsid w:val="004E3102"/>
    <w:rsid w:val="004E3F3D"/>
    <w:rsid w:val="004E463A"/>
    <w:rsid w:val="004E493F"/>
    <w:rsid w:val="004E7CAC"/>
    <w:rsid w:val="004F007D"/>
    <w:rsid w:val="004F0778"/>
    <w:rsid w:val="004F42AD"/>
    <w:rsid w:val="004F4716"/>
    <w:rsid w:val="004F4B36"/>
    <w:rsid w:val="004F6007"/>
    <w:rsid w:val="004F7FEB"/>
    <w:rsid w:val="00500ED4"/>
    <w:rsid w:val="00501697"/>
    <w:rsid w:val="00501E64"/>
    <w:rsid w:val="00504A71"/>
    <w:rsid w:val="005058E4"/>
    <w:rsid w:val="0050642F"/>
    <w:rsid w:val="00511B5D"/>
    <w:rsid w:val="005121E2"/>
    <w:rsid w:val="00514B1B"/>
    <w:rsid w:val="00514DFE"/>
    <w:rsid w:val="00514EF8"/>
    <w:rsid w:val="005160E6"/>
    <w:rsid w:val="0051754B"/>
    <w:rsid w:val="005200CD"/>
    <w:rsid w:val="005206E1"/>
    <w:rsid w:val="00520889"/>
    <w:rsid w:val="00522224"/>
    <w:rsid w:val="00522BFD"/>
    <w:rsid w:val="00523893"/>
    <w:rsid w:val="00527FC3"/>
    <w:rsid w:val="0053138E"/>
    <w:rsid w:val="0053198C"/>
    <w:rsid w:val="00532F12"/>
    <w:rsid w:val="00534997"/>
    <w:rsid w:val="00535714"/>
    <w:rsid w:val="005359E9"/>
    <w:rsid w:val="005411E4"/>
    <w:rsid w:val="00541423"/>
    <w:rsid w:val="00542D1E"/>
    <w:rsid w:val="00544E48"/>
    <w:rsid w:val="00547387"/>
    <w:rsid w:val="005538E3"/>
    <w:rsid w:val="00553B84"/>
    <w:rsid w:val="00554786"/>
    <w:rsid w:val="00554CB8"/>
    <w:rsid w:val="0055671E"/>
    <w:rsid w:val="0056071E"/>
    <w:rsid w:val="005607F3"/>
    <w:rsid w:val="00561531"/>
    <w:rsid w:val="005615A7"/>
    <w:rsid w:val="00561718"/>
    <w:rsid w:val="00561742"/>
    <w:rsid w:val="00562FD8"/>
    <w:rsid w:val="005632AB"/>
    <w:rsid w:val="00563BBF"/>
    <w:rsid w:val="00565FAD"/>
    <w:rsid w:val="00566A43"/>
    <w:rsid w:val="005718DF"/>
    <w:rsid w:val="00572F91"/>
    <w:rsid w:val="00573D48"/>
    <w:rsid w:val="00574077"/>
    <w:rsid w:val="00574C12"/>
    <w:rsid w:val="00575745"/>
    <w:rsid w:val="005757E7"/>
    <w:rsid w:val="00575CBD"/>
    <w:rsid w:val="005765F6"/>
    <w:rsid w:val="0057758E"/>
    <w:rsid w:val="005800C1"/>
    <w:rsid w:val="00580D5E"/>
    <w:rsid w:val="00584892"/>
    <w:rsid w:val="005848DE"/>
    <w:rsid w:val="00586262"/>
    <w:rsid w:val="00586341"/>
    <w:rsid w:val="0058675F"/>
    <w:rsid w:val="00591082"/>
    <w:rsid w:val="00591607"/>
    <w:rsid w:val="00592276"/>
    <w:rsid w:val="00596506"/>
    <w:rsid w:val="00596E34"/>
    <w:rsid w:val="005A303C"/>
    <w:rsid w:val="005B10A4"/>
    <w:rsid w:val="005B1769"/>
    <w:rsid w:val="005B208E"/>
    <w:rsid w:val="005B2206"/>
    <w:rsid w:val="005B24E1"/>
    <w:rsid w:val="005B3441"/>
    <w:rsid w:val="005B3E76"/>
    <w:rsid w:val="005B40DF"/>
    <w:rsid w:val="005C2198"/>
    <w:rsid w:val="005C4AA0"/>
    <w:rsid w:val="005C6449"/>
    <w:rsid w:val="005C7050"/>
    <w:rsid w:val="005C771B"/>
    <w:rsid w:val="005D0EF5"/>
    <w:rsid w:val="005D3140"/>
    <w:rsid w:val="005D4013"/>
    <w:rsid w:val="005D59E6"/>
    <w:rsid w:val="005D5F19"/>
    <w:rsid w:val="005E0DC4"/>
    <w:rsid w:val="005E1771"/>
    <w:rsid w:val="005E6608"/>
    <w:rsid w:val="005E71AB"/>
    <w:rsid w:val="005E72F2"/>
    <w:rsid w:val="005E7A63"/>
    <w:rsid w:val="005E7EC6"/>
    <w:rsid w:val="005F114C"/>
    <w:rsid w:val="005F4DDB"/>
    <w:rsid w:val="005F4F9C"/>
    <w:rsid w:val="005F6493"/>
    <w:rsid w:val="005F64E8"/>
    <w:rsid w:val="005F6B12"/>
    <w:rsid w:val="00600B6E"/>
    <w:rsid w:val="00600F60"/>
    <w:rsid w:val="0060176F"/>
    <w:rsid w:val="0060328A"/>
    <w:rsid w:val="00603BD6"/>
    <w:rsid w:val="00604678"/>
    <w:rsid w:val="00604AA6"/>
    <w:rsid w:val="00604BA6"/>
    <w:rsid w:val="00604C6A"/>
    <w:rsid w:val="00604DE2"/>
    <w:rsid w:val="00607006"/>
    <w:rsid w:val="006133F0"/>
    <w:rsid w:val="006138B0"/>
    <w:rsid w:val="00614398"/>
    <w:rsid w:val="00617F2F"/>
    <w:rsid w:val="006200D8"/>
    <w:rsid w:val="00620DAC"/>
    <w:rsid w:val="00622388"/>
    <w:rsid w:val="00623E1F"/>
    <w:rsid w:val="00630883"/>
    <w:rsid w:val="00630FC1"/>
    <w:rsid w:val="0063156F"/>
    <w:rsid w:val="00632CA7"/>
    <w:rsid w:val="006333D2"/>
    <w:rsid w:val="00633461"/>
    <w:rsid w:val="006335CA"/>
    <w:rsid w:val="00633D98"/>
    <w:rsid w:val="0063408F"/>
    <w:rsid w:val="00634307"/>
    <w:rsid w:val="0063515F"/>
    <w:rsid w:val="00636898"/>
    <w:rsid w:val="00636E2A"/>
    <w:rsid w:val="006376AE"/>
    <w:rsid w:val="0063773F"/>
    <w:rsid w:val="00637821"/>
    <w:rsid w:val="00640464"/>
    <w:rsid w:val="00640FC1"/>
    <w:rsid w:val="006422ED"/>
    <w:rsid w:val="006431D6"/>
    <w:rsid w:val="00645906"/>
    <w:rsid w:val="006528F2"/>
    <w:rsid w:val="00654548"/>
    <w:rsid w:val="00654AB1"/>
    <w:rsid w:val="00656120"/>
    <w:rsid w:val="006561C8"/>
    <w:rsid w:val="00657F47"/>
    <w:rsid w:val="00660AF3"/>
    <w:rsid w:val="0066114A"/>
    <w:rsid w:val="00663732"/>
    <w:rsid w:val="00664C1B"/>
    <w:rsid w:val="00664DCA"/>
    <w:rsid w:val="00664F9E"/>
    <w:rsid w:val="00665AF9"/>
    <w:rsid w:val="00666EFF"/>
    <w:rsid w:val="006672CD"/>
    <w:rsid w:val="00670B72"/>
    <w:rsid w:val="006714C5"/>
    <w:rsid w:val="00671BB3"/>
    <w:rsid w:val="00673347"/>
    <w:rsid w:val="00673B08"/>
    <w:rsid w:val="006747DB"/>
    <w:rsid w:val="00677843"/>
    <w:rsid w:val="00677DD4"/>
    <w:rsid w:val="006816EF"/>
    <w:rsid w:val="00685566"/>
    <w:rsid w:val="0068649B"/>
    <w:rsid w:val="006866E3"/>
    <w:rsid w:val="00690471"/>
    <w:rsid w:val="00692367"/>
    <w:rsid w:val="00693F38"/>
    <w:rsid w:val="006A0B3C"/>
    <w:rsid w:val="006A1528"/>
    <w:rsid w:val="006A4FE4"/>
    <w:rsid w:val="006A5682"/>
    <w:rsid w:val="006A682A"/>
    <w:rsid w:val="006A6E50"/>
    <w:rsid w:val="006A7DC5"/>
    <w:rsid w:val="006B1E63"/>
    <w:rsid w:val="006B34B4"/>
    <w:rsid w:val="006B442C"/>
    <w:rsid w:val="006B4519"/>
    <w:rsid w:val="006B5757"/>
    <w:rsid w:val="006B7100"/>
    <w:rsid w:val="006B737A"/>
    <w:rsid w:val="006B7D35"/>
    <w:rsid w:val="006C0293"/>
    <w:rsid w:val="006C10BD"/>
    <w:rsid w:val="006C2873"/>
    <w:rsid w:val="006C3DC1"/>
    <w:rsid w:val="006C43BD"/>
    <w:rsid w:val="006C4D4A"/>
    <w:rsid w:val="006C6A54"/>
    <w:rsid w:val="006C6B3C"/>
    <w:rsid w:val="006C7FEB"/>
    <w:rsid w:val="006D1762"/>
    <w:rsid w:val="006D1783"/>
    <w:rsid w:val="006D1831"/>
    <w:rsid w:val="006D1926"/>
    <w:rsid w:val="006D24A4"/>
    <w:rsid w:val="006D3463"/>
    <w:rsid w:val="006D4120"/>
    <w:rsid w:val="006D44B5"/>
    <w:rsid w:val="006D48C2"/>
    <w:rsid w:val="006D57D6"/>
    <w:rsid w:val="006D658E"/>
    <w:rsid w:val="006D6C8B"/>
    <w:rsid w:val="006D773F"/>
    <w:rsid w:val="006D783C"/>
    <w:rsid w:val="006E2AC7"/>
    <w:rsid w:val="006E2E09"/>
    <w:rsid w:val="006E3656"/>
    <w:rsid w:val="006E3D03"/>
    <w:rsid w:val="006E4A3F"/>
    <w:rsid w:val="006E6DE3"/>
    <w:rsid w:val="006E6F49"/>
    <w:rsid w:val="006E74B9"/>
    <w:rsid w:val="006F06AA"/>
    <w:rsid w:val="006F06BA"/>
    <w:rsid w:val="006F3D5E"/>
    <w:rsid w:val="006F42E8"/>
    <w:rsid w:val="006F467F"/>
    <w:rsid w:val="006F5BD1"/>
    <w:rsid w:val="006F6C95"/>
    <w:rsid w:val="006F6FCF"/>
    <w:rsid w:val="006F7DAE"/>
    <w:rsid w:val="006F7DDA"/>
    <w:rsid w:val="007013D8"/>
    <w:rsid w:val="00701615"/>
    <w:rsid w:val="00705AC2"/>
    <w:rsid w:val="00707345"/>
    <w:rsid w:val="00711EEC"/>
    <w:rsid w:val="00712DAB"/>
    <w:rsid w:val="0071306E"/>
    <w:rsid w:val="00714BA4"/>
    <w:rsid w:val="00715C18"/>
    <w:rsid w:val="007174C5"/>
    <w:rsid w:val="007179C8"/>
    <w:rsid w:val="00717A99"/>
    <w:rsid w:val="00717D06"/>
    <w:rsid w:val="007209AE"/>
    <w:rsid w:val="00721344"/>
    <w:rsid w:val="00721A14"/>
    <w:rsid w:val="00721D04"/>
    <w:rsid w:val="007228EE"/>
    <w:rsid w:val="00722E9C"/>
    <w:rsid w:val="00724377"/>
    <w:rsid w:val="007243CC"/>
    <w:rsid w:val="00724E71"/>
    <w:rsid w:val="00725996"/>
    <w:rsid w:val="0072599F"/>
    <w:rsid w:val="00725F57"/>
    <w:rsid w:val="00726CCA"/>
    <w:rsid w:val="00726F70"/>
    <w:rsid w:val="00727102"/>
    <w:rsid w:val="00727D8E"/>
    <w:rsid w:val="00727E48"/>
    <w:rsid w:val="007308CD"/>
    <w:rsid w:val="00731C06"/>
    <w:rsid w:val="0073270F"/>
    <w:rsid w:val="00733171"/>
    <w:rsid w:val="00734817"/>
    <w:rsid w:val="00737223"/>
    <w:rsid w:val="007372B1"/>
    <w:rsid w:val="0073796F"/>
    <w:rsid w:val="00740266"/>
    <w:rsid w:val="007405A0"/>
    <w:rsid w:val="00740CDD"/>
    <w:rsid w:val="00742352"/>
    <w:rsid w:val="00744095"/>
    <w:rsid w:val="007454DB"/>
    <w:rsid w:val="00745698"/>
    <w:rsid w:val="00745989"/>
    <w:rsid w:val="00746248"/>
    <w:rsid w:val="00752A0D"/>
    <w:rsid w:val="00752BFA"/>
    <w:rsid w:val="00752EC4"/>
    <w:rsid w:val="00753E39"/>
    <w:rsid w:val="00754F08"/>
    <w:rsid w:val="007551B5"/>
    <w:rsid w:val="0076095B"/>
    <w:rsid w:val="00760C54"/>
    <w:rsid w:val="0076197E"/>
    <w:rsid w:val="00761E18"/>
    <w:rsid w:val="00761FD2"/>
    <w:rsid w:val="00762121"/>
    <w:rsid w:val="00762637"/>
    <w:rsid w:val="00763B27"/>
    <w:rsid w:val="00764176"/>
    <w:rsid w:val="00765F11"/>
    <w:rsid w:val="007664A2"/>
    <w:rsid w:val="007666EF"/>
    <w:rsid w:val="00770338"/>
    <w:rsid w:val="00774664"/>
    <w:rsid w:val="00776AB6"/>
    <w:rsid w:val="0077792E"/>
    <w:rsid w:val="00777A20"/>
    <w:rsid w:val="00781714"/>
    <w:rsid w:val="007817D2"/>
    <w:rsid w:val="00782B9C"/>
    <w:rsid w:val="0078565C"/>
    <w:rsid w:val="00786389"/>
    <w:rsid w:val="00787314"/>
    <w:rsid w:val="00787533"/>
    <w:rsid w:val="00791DAE"/>
    <w:rsid w:val="007933D1"/>
    <w:rsid w:val="007941D5"/>
    <w:rsid w:val="007944CC"/>
    <w:rsid w:val="0079486E"/>
    <w:rsid w:val="00794EDF"/>
    <w:rsid w:val="00795999"/>
    <w:rsid w:val="00796238"/>
    <w:rsid w:val="007973A6"/>
    <w:rsid w:val="007977C9"/>
    <w:rsid w:val="007A0D2B"/>
    <w:rsid w:val="007A2455"/>
    <w:rsid w:val="007A2CE1"/>
    <w:rsid w:val="007A3586"/>
    <w:rsid w:val="007A4426"/>
    <w:rsid w:val="007A4503"/>
    <w:rsid w:val="007A5103"/>
    <w:rsid w:val="007A5D44"/>
    <w:rsid w:val="007A6E4C"/>
    <w:rsid w:val="007B489C"/>
    <w:rsid w:val="007B6ED6"/>
    <w:rsid w:val="007B7783"/>
    <w:rsid w:val="007C0D73"/>
    <w:rsid w:val="007C2E65"/>
    <w:rsid w:val="007C327D"/>
    <w:rsid w:val="007C34C1"/>
    <w:rsid w:val="007C4923"/>
    <w:rsid w:val="007C4A5E"/>
    <w:rsid w:val="007C7C81"/>
    <w:rsid w:val="007D0051"/>
    <w:rsid w:val="007D0697"/>
    <w:rsid w:val="007D12BB"/>
    <w:rsid w:val="007D158C"/>
    <w:rsid w:val="007D1FFC"/>
    <w:rsid w:val="007D2C12"/>
    <w:rsid w:val="007D316E"/>
    <w:rsid w:val="007D35AF"/>
    <w:rsid w:val="007D39BB"/>
    <w:rsid w:val="007D3CE8"/>
    <w:rsid w:val="007D59D6"/>
    <w:rsid w:val="007D5C77"/>
    <w:rsid w:val="007D7FAF"/>
    <w:rsid w:val="007E0307"/>
    <w:rsid w:val="007E0F98"/>
    <w:rsid w:val="007E1CB3"/>
    <w:rsid w:val="007E1FDD"/>
    <w:rsid w:val="007E2257"/>
    <w:rsid w:val="007E3E4B"/>
    <w:rsid w:val="007E4ED2"/>
    <w:rsid w:val="007E5C3D"/>
    <w:rsid w:val="007E723E"/>
    <w:rsid w:val="007F3587"/>
    <w:rsid w:val="007F398F"/>
    <w:rsid w:val="007F5DDE"/>
    <w:rsid w:val="008019EE"/>
    <w:rsid w:val="00804325"/>
    <w:rsid w:val="00804D80"/>
    <w:rsid w:val="00804E10"/>
    <w:rsid w:val="00804E8E"/>
    <w:rsid w:val="00805F27"/>
    <w:rsid w:val="00806B81"/>
    <w:rsid w:val="00811D90"/>
    <w:rsid w:val="008143F2"/>
    <w:rsid w:val="0081546E"/>
    <w:rsid w:val="00815819"/>
    <w:rsid w:val="00815D59"/>
    <w:rsid w:val="00816A5C"/>
    <w:rsid w:val="00816EC0"/>
    <w:rsid w:val="00820087"/>
    <w:rsid w:val="00820A02"/>
    <w:rsid w:val="00821F31"/>
    <w:rsid w:val="008222B3"/>
    <w:rsid w:val="008230A6"/>
    <w:rsid w:val="00824566"/>
    <w:rsid w:val="008246AF"/>
    <w:rsid w:val="008249EB"/>
    <w:rsid w:val="0082500F"/>
    <w:rsid w:val="00826C6E"/>
    <w:rsid w:val="008277EE"/>
    <w:rsid w:val="00830EDD"/>
    <w:rsid w:val="00831430"/>
    <w:rsid w:val="00832BE7"/>
    <w:rsid w:val="00834AFF"/>
    <w:rsid w:val="0083550F"/>
    <w:rsid w:val="008355EE"/>
    <w:rsid w:val="00836DA0"/>
    <w:rsid w:val="0083770C"/>
    <w:rsid w:val="00840103"/>
    <w:rsid w:val="0084026A"/>
    <w:rsid w:val="00841956"/>
    <w:rsid w:val="0085580A"/>
    <w:rsid w:val="008561D7"/>
    <w:rsid w:val="00856D0E"/>
    <w:rsid w:val="008575DF"/>
    <w:rsid w:val="008602A3"/>
    <w:rsid w:val="00861015"/>
    <w:rsid w:val="00861B9A"/>
    <w:rsid w:val="00862F69"/>
    <w:rsid w:val="00863538"/>
    <w:rsid w:val="0087070D"/>
    <w:rsid w:val="00870AA2"/>
    <w:rsid w:val="00871AE2"/>
    <w:rsid w:val="00874CE7"/>
    <w:rsid w:val="00877127"/>
    <w:rsid w:val="00877930"/>
    <w:rsid w:val="008839DD"/>
    <w:rsid w:val="00883AFD"/>
    <w:rsid w:val="00884C63"/>
    <w:rsid w:val="008857CC"/>
    <w:rsid w:val="008868E6"/>
    <w:rsid w:val="00886DD2"/>
    <w:rsid w:val="008870F5"/>
    <w:rsid w:val="00890245"/>
    <w:rsid w:val="0089043E"/>
    <w:rsid w:val="0089065A"/>
    <w:rsid w:val="0089332E"/>
    <w:rsid w:val="008937CE"/>
    <w:rsid w:val="00894C5D"/>
    <w:rsid w:val="00895423"/>
    <w:rsid w:val="00896450"/>
    <w:rsid w:val="00897E5E"/>
    <w:rsid w:val="008A0A78"/>
    <w:rsid w:val="008A0B83"/>
    <w:rsid w:val="008A1C0D"/>
    <w:rsid w:val="008A247C"/>
    <w:rsid w:val="008A353B"/>
    <w:rsid w:val="008A3704"/>
    <w:rsid w:val="008A3DC9"/>
    <w:rsid w:val="008A659D"/>
    <w:rsid w:val="008A6AE1"/>
    <w:rsid w:val="008A6F56"/>
    <w:rsid w:val="008A710B"/>
    <w:rsid w:val="008B03D6"/>
    <w:rsid w:val="008B08A5"/>
    <w:rsid w:val="008B2531"/>
    <w:rsid w:val="008B3B9D"/>
    <w:rsid w:val="008B4793"/>
    <w:rsid w:val="008B4F3D"/>
    <w:rsid w:val="008B51EA"/>
    <w:rsid w:val="008C0C54"/>
    <w:rsid w:val="008C1532"/>
    <w:rsid w:val="008C18E5"/>
    <w:rsid w:val="008C1A1C"/>
    <w:rsid w:val="008C29DC"/>
    <w:rsid w:val="008C2C71"/>
    <w:rsid w:val="008C2CBE"/>
    <w:rsid w:val="008C339F"/>
    <w:rsid w:val="008C5CA0"/>
    <w:rsid w:val="008C7E60"/>
    <w:rsid w:val="008D027B"/>
    <w:rsid w:val="008D11BB"/>
    <w:rsid w:val="008D3905"/>
    <w:rsid w:val="008D7DDA"/>
    <w:rsid w:val="008D7FF3"/>
    <w:rsid w:val="008E016A"/>
    <w:rsid w:val="008E4551"/>
    <w:rsid w:val="008E5574"/>
    <w:rsid w:val="008E6766"/>
    <w:rsid w:val="008F123A"/>
    <w:rsid w:val="008F2771"/>
    <w:rsid w:val="008F3EEA"/>
    <w:rsid w:val="008F49E6"/>
    <w:rsid w:val="008F55B4"/>
    <w:rsid w:val="008F65A0"/>
    <w:rsid w:val="008F6AF0"/>
    <w:rsid w:val="00902163"/>
    <w:rsid w:val="009028B6"/>
    <w:rsid w:val="00902ADB"/>
    <w:rsid w:val="00902B94"/>
    <w:rsid w:val="00904609"/>
    <w:rsid w:val="00906E8D"/>
    <w:rsid w:val="00907B5D"/>
    <w:rsid w:val="0091034B"/>
    <w:rsid w:val="00911809"/>
    <w:rsid w:val="00911C75"/>
    <w:rsid w:val="00912093"/>
    <w:rsid w:val="00912804"/>
    <w:rsid w:val="00912B2E"/>
    <w:rsid w:val="009136F9"/>
    <w:rsid w:val="0091584D"/>
    <w:rsid w:val="00920AB1"/>
    <w:rsid w:val="00921D94"/>
    <w:rsid w:val="00922130"/>
    <w:rsid w:val="00922EB1"/>
    <w:rsid w:val="0092321B"/>
    <w:rsid w:val="00924CC3"/>
    <w:rsid w:val="00924ED2"/>
    <w:rsid w:val="0092649F"/>
    <w:rsid w:val="00930404"/>
    <w:rsid w:val="00930455"/>
    <w:rsid w:val="009306F1"/>
    <w:rsid w:val="0093277C"/>
    <w:rsid w:val="0093289A"/>
    <w:rsid w:val="00933859"/>
    <w:rsid w:val="0093547D"/>
    <w:rsid w:val="009355AA"/>
    <w:rsid w:val="00935F66"/>
    <w:rsid w:val="009365E2"/>
    <w:rsid w:val="00940581"/>
    <w:rsid w:val="00940812"/>
    <w:rsid w:val="00940D4E"/>
    <w:rsid w:val="00941B36"/>
    <w:rsid w:val="00944CBD"/>
    <w:rsid w:val="00944E76"/>
    <w:rsid w:val="009453B4"/>
    <w:rsid w:val="00946E4E"/>
    <w:rsid w:val="009515E4"/>
    <w:rsid w:val="00951932"/>
    <w:rsid w:val="009519C9"/>
    <w:rsid w:val="00952391"/>
    <w:rsid w:val="00954A1D"/>
    <w:rsid w:val="00954D38"/>
    <w:rsid w:val="00955E55"/>
    <w:rsid w:val="00956FE9"/>
    <w:rsid w:val="00957E6E"/>
    <w:rsid w:val="00962AF6"/>
    <w:rsid w:val="0096320D"/>
    <w:rsid w:val="0096381B"/>
    <w:rsid w:val="00966056"/>
    <w:rsid w:val="00966844"/>
    <w:rsid w:val="00967609"/>
    <w:rsid w:val="009704A1"/>
    <w:rsid w:val="00975251"/>
    <w:rsid w:val="00975F76"/>
    <w:rsid w:val="00976785"/>
    <w:rsid w:val="00976D7A"/>
    <w:rsid w:val="00977ADE"/>
    <w:rsid w:val="0098374A"/>
    <w:rsid w:val="009842F5"/>
    <w:rsid w:val="00985712"/>
    <w:rsid w:val="00985C10"/>
    <w:rsid w:val="009902DE"/>
    <w:rsid w:val="009A270E"/>
    <w:rsid w:val="009A3394"/>
    <w:rsid w:val="009A397F"/>
    <w:rsid w:val="009A3A01"/>
    <w:rsid w:val="009A5AAC"/>
    <w:rsid w:val="009A64C1"/>
    <w:rsid w:val="009A6620"/>
    <w:rsid w:val="009A7310"/>
    <w:rsid w:val="009A781B"/>
    <w:rsid w:val="009B5D87"/>
    <w:rsid w:val="009B6078"/>
    <w:rsid w:val="009C0890"/>
    <w:rsid w:val="009C146F"/>
    <w:rsid w:val="009C1C67"/>
    <w:rsid w:val="009C31B5"/>
    <w:rsid w:val="009C35EC"/>
    <w:rsid w:val="009C3DD5"/>
    <w:rsid w:val="009C3E9A"/>
    <w:rsid w:val="009C4245"/>
    <w:rsid w:val="009C433C"/>
    <w:rsid w:val="009C61B1"/>
    <w:rsid w:val="009C7020"/>
    <w:rsid w:val="009D1161"/>
    <w:rsid w:val="009D2592"/>
    <w:rsid w:val="009D27E2"/>
    <w:rsid w:val="009D356A"/>
    <w:rsid w:val="009D3689"/>
    <w:rsid w:val="009D3FDF"/>
    <w:rsid w:val="009D7EE4"/>
    <w:rsid w:val="009E287C"/>
    <w:rsid w:val="009E4A02"/>
    <w:rsid w:val="009E4CC8"/>
    <w:rsid w:val="009E5CEC"/>
    <w:rsid w:val="009E6034"/>
    <w:rsid w:val="009F2AA6"/>
    <w:rsid w:val="009F46DC"/>
    <w:rsid w:val="009F69AE"/>
    <w:rsid w:val="009F7789"/>
    <w:rsid w:val="00A00857"/>
    <w:rsid w:val="00A01CC6"/>
    <w:rsid w:val="00A02458"/>
    <w:rsid w:val="00A02BD1"/>
    <w:rsid w:val="00A041D2"/>
    <w:rsid w:val="00A04A1A"/>
    <w:rsid w:val="00A04AC6"/>
    <w:rsid w:val="00A06051"/>
    <w:rsid w:val="00A100C2"/>
    <w:rsid w:val="00A111E2"/>
    <w:rsid w:val="00A122E4"/>
    <w:rsid w:val="00A12861"/>
    <w:rsid w:val="00A16A20"/>
    <w:rsid w:val="00A16DEF"/>
    <w:rsid w:val="00A206F4"/>
    <w:rsid w:val="00A22E0B"/>
    <w:rsid w:val="00A231B5"/>
    <w:rsid w:val="00A235E0"/>
    <w:rsid w:val="00A245A6"/>
    <w:rsid w:val="00A246F9"/>
    <w:rsid w:val="00A32C50"/>
    <w:rsid w:val="00A358A3"/>
    <w:rsid w:val="00A35E4D"/>
    <w:rsid w:val="00A36084"/>
    <w:rsid w:val="00A36E63"/>
    <w:rsid w:val="00A4024D"/>
    <w:rsid w:val="00A42891"/>
    <w:rsid w:val="00A43358"/>
    <w:rsid w:val="00A43512"/>
    <w:rsid w:val="00A43AC6"/>
    <w:rsid w:val="00A43D45"/>
    <w:rsid w:val="00A453C0"/>
    <w:rsid w:val="00A454F7"/>
    <w:rsid w:val="00A45D43"/>
    <w:rsid w:val="00A46858"/>
    <w:rsid w:val="00A47769"/>
    <w:rsid w:val="00A47C54"/>
    <w:rsid w:val="00A50259"/>
    <w:rsid w:val="00A523D6"/>
    <w:rsid w:val="00A53BCA"/>
    <w:rsid w:val="00A542E5"/>
    <w:rsid w:val="00A5440F"/>
    <w:rsid w:val="00A54A82"/>
    <w:rsid w:val="00A55EBA"/>
    <w:rsid w:val="00A578C1"/>
    <w:rsid w:val="00A600B4"/>
    <w:rsid w:val="00A63E26"/>
    <w:rsid w:val="00A653C3"/>
    <w:rsid w:val="00A6585A"/>
    <w:rsid w:val="00A65A72"/>
    <w:rsid w:val="00A674B6"/>
    <w:rsid w:val="00A67815"/>
    <w:rsid w:val="00A67B5D"/>
    <w:rsid w:val="00A704E1"/>
    <w:rsid w:val="00A7082C"/>
    <w:rsid w:val="00A73CE0"/>
    <w:rsid w:val="00A74F91"/>
    <w:rsid w:val="00A76063"/>
    <w:rsid w:val="00A7686F"/>
    <w:rsid w:val="00A76BF7"/>
    <w:rsid w:val="00A77D3C"/>
    <w:rsid w:val="00A77E64"/>
    <w:rsid w:val="00A83E86"/>
    <w:rsid w:val="00A85B00"/>
    <w:rsid w:val="00A87DC6"/>
    <w:rsid w:val="00A91718"/>
    <w:rsid w:val="00A91CCF"/>
    <w:rsid w:val="00A93866"/>
    <w:rsid w:val="00A94270"/>
    <w:rsid w:val="00A960EF"/>
    <w:rsid w:val="00A96783"/>
    <w:rsid w:val="00A96A08"/>
    <w:rsid w:val="00A97E74"/>
    <w:rsid w:val="00AA0850"/>
    <w:rsid w:val="00AA3FDC"/>
    <w:rsid w:val="00AA4361"/>
    <w:rsid w:val="00AA538A"/>
    <w:rsid w:val="00AA6018"/>
    <w:rsid w:val="00AA7A72"/>
    <w:rsid w:val="00AB1487"/>
    <w:rsid w:val="00AB24DA"/>
    <w:rsid w:val="00AB2E11"/>
    <w:rsid w:val="00AB3520"/>
    <w:rsid w:val="00AB4136"/>
    <w:rsid w:val="00AB4329"/>
    <w:rsid w:val="00AB4772"/>
    <w:rsid w:val="00AB48F2"/>
    <w:rsid w:val="00AB4D5C"/>
    <w:rsid w:val="00AC149C"/>
    <w:rsid w:val="00AC1F42"/>
    <w:rsid w:val="00AC4403"/>
    <w:rsid w:val="00AC4ED9"/>
    <w:rsid w:val="00AC555C"/>
    <w:rsid w:val="00AC60FA"/>
    <w:rsid w:val="00AC63AB"/>
    <w:rsid w:val="00AD06CE"/>
    <w:rsid w:val="00AD0870"/>
    <w:rsid w:val="00AD0FA0"/>
    <w:rsid w:val="00AD2DCA"/>
    <w:rsid w:val="00AD447A"/>
    <w:rsid w:val="00AD5411"/>
    <w:rsid w:val="00AE215B"/>
    <w:rsid w:val="00AE3042"/>
    <w:rsid w:val="00AE3DE8"/>
    <w:rsid w:val="00AE7483"/>
    <w:rsid w:val="00AE7487"/>
    <w:rsid w:val="00AE7489"/>
    <w:rsid w:val="00AE7A8F"/>
    <w:rsid w:val="00AE7C37"/>
    <w:rsid w:val="00AE7C8D"/>
    <w:rsid w:val="00AF215A"/>
    <w:rsid w:val="00AF2F49"/>
    <w:rsid w:val="00AF2FA6"/>
    <w:rsid w:val="00AF302A"/>
    <w:rsid w:val="00AF4F5B"/>
    <w:rsid w:val="00AF5928"/>
    <w:rsid w:val="00AF6824"/>
    <w:rsid w:val="00B00312"/>
    <w:rsid w:val="00B00DA1"/>
    <w:rsid w:val="00B0121D"/>
    <w:rsid w:val="00B0201B"/>
    <w:rsid w:val="00B035D9"/>
    <w:rsid w:val="00B041D4"/>
    <w:rsid w:val="00B049DB"/>
    <w:rsid w:val="00B04A61"/>
    <w:rsid w:val="00B0768F"/>
    <w:rsid w:val="00B07F85"/>
    <w:rsid w:val="00B12D64"/>
    <w:rsid w:val="00B12DD3"/>
    <w:rsid w:val="00B1612F"/>
    <w:rsid w:val="00B20973"/>
    <w:rsid w:val="00B21568"/>
    <w:rsid w:val="00B22275"/>
    <w:rsid w:val="00B2301D"/>
    <w:rsid w:val="00B23538"/>
    <w:rsid w:val="00B23F06"/>
    <w:rsid w:val="00B268C2"/>
    <w:rsid w:val="00B26F99"/>
    <w:rsid w:val="00B27047"/>
    <w:rsid w:val="00B27BBE"/>
    <w:rsid w:val="00B30ACC"/>
    <w:rsid w:val="00B3127F"/>
    <w:rsid w:val="00B3336A"/>
    <w:rsid w:val="00B344D8"/>
    <w:rsid w:val="00B34504"/>
    <w:rsid w:val="00B34DB9"/>
    <w:rsid w:val="00B35072"/>
    <w:rsid w:val="00B35945"/>
    <w:rsid w:val="00B35B0A"/>
    <w:rsid w:val="00B36E29"/>
    <w:rsid w:val="00B372B0"/>
    <w:rsid w:val="00B37CDB"/>
    <w:rsid w:val="00B41DBB"/>
    <w:rsid w:val="00B44026"/>
    <w:rsid w:val="00B44110"/>
    <w:rsid w:val="00B46769"/>
    <w:rsid w:val="00B476BC"/>
    <w:rsid w:val="00B47F75"/>
    <w:rsid w:val="00B50B3C"/>
    <w:rsid w:val="00B5298D"/>
    <w:rsid w:val="00B53653"/>
    <w:rsid w:val="00B53BCD"/>
    <w:rsid w:val="00B56F01"/>
    <w:rsid w:val="00B57D1C"/>
    <w:rsid w:val="00B607AD"/>
    <w:rsid w:val="00B60F2D"/>
    <w:rsid w:val="00B61367"/>
    <w:rsid w:val="00B631C9"/>
    <w:rsid w:val="00B67844"/>
    <w:rsid w:val="00B700F4"/>
    <w:rsid w:val="00B7040F"/>
    <w:rsid w:val="00B70978"/>
    <w:rsid w:val="00B70D59"/>
    <w:rsid w:val="00B73D40"/>
    <w:rsid w:val="00B7421A"/>
    <w:rsid w:val="00B74A29"/>
    <w:rsid w:val="00B74CC1"/>
    <w:rsid w:val="00B76F91"/>
    <w:rsid w:val="00B7736C"/>
    <w:rsid w:val="00B80470"/>
    <w:rsid w:val="00B82523"/>
    <w:rsid w:val="00B839BD"/>
    <w:rsid w:val="00B84B52"/>
    <w:rsid w:val="00B868A1"/>
    <w:rsid w:val="00B87F52"/>
    <w:rsid w:val="00B91972"/>
    <w:rsid w:val="00B93C4D"/>
    <w:rsid w:val="00B960EA"/>
    <w:rsid w:val="00B975CA"/>
    <w:rsid w:val="00BA03F6"/>
    <w:rsid w:val="00BA1624"/>
    <w:rsid w:val="00BA2CF7"/>
    <w:rsid w:val="00BA3097"/>
    <w:rsid w:val="00BA3FD3"/>
    <w:rsid w:val="00BA4C0A"/>
    <w:rsid w:val="00BA5560"/>
    <w:rsid w:val="00BA6A02"/>
    <w:rsid w:val="00BA7571"/>
    <w:rsid w:val="00BA7BAD"/>
    <w:rsid w:val="00BB08A6"/>
    <w:rsid w:val="00BB0EDB"/>
    <w:rsid w:val="00BB12D2"/>
    <w:rsid w:val="00BB1464"/>
    <w:rsid w:val="00BB1ED8"/>
    <w:rsid w:val="00BB289B"/>
    <w:rsid w:val="00BB2D09"/>
    <w:rsid w:val="00BB389E"/>
    <w:rsid w:val="00BB4374"/>
    <w:rsid w:val="00BC2202"/>
    <w:rsid w:val="00BC27B2"/>
    <w:rsid w:val="00BC64D0"/>
    <w:rsid w:val="00BC67F6"/>
    <w:rsid w:val="00BD141C"/>
    <w:rsid w:val="00BD3CDC"/>
    <w:rsid w:val="00BD4449"/>
    <w:rsid w:val="00BD4B74"/>
    <w:rsid w:val="00BD5B80"/>
    <w:rsid w:val="00BD61BE"/>
    <w:rsid w:val="00BD7C4D"/>
    <w:rsid w:val="00BE396F"/>
    <w:rsid w:val="00BE3D28"/>
    <w:rsid w:val="00BE56F2"/>
    <w:rsid w:val="00BE5B66"/>
    <w:rsid w:val="00BE6EA5"/>
    <w:rsid w:val="00BE7961"/>
    <w:rsid w:val="00BF1160"/>
    <w:rsid w:val="00BF1319"/>
    <w:rsid w:val="00BF16E5"/>
    <w:rsid w:val="00BF1912"/>
    <w:rsid w:val="00BF192C"/>
    <w:rsid w:val="00BF1DFC"/>
    <w:rsid w:val="00BF3ECD"/>
    <w:rsid w:val="00BF4A44"/>
    <w:rsid w:val="00BF5861"/>
    <w:rsid w:val="00BF58B5"/>
    <w:rsid w:val="00BF7F39"/>
    <w:rsid w:val="00C00111"/>
    <w:rsid w:val="00C0151E"/>
    <w:rsid w:val="00C01CB3"/>
    <w:rsid w:val="00C02DCE"/>
    <w:rsid w:val="00C033CE"/>
    <w:rsid w:val="00C0379B"/>
    <w:rsid w:val="00C04A42"/>
    <w:rsid w:val="00C051ED"/>
    <w:rsid w:val="00C0567C"/>
    <w:rsid w:val="00C0753B"/>
    <w:rsid w:val="00C07E5B"/>
    <w:rsid w:val="00C1353E"/>
    <w:rsid w:val="00C16930"/>
    <w:rsid w:val="00C176A5"/>
    <w:rsid w:val="00C22B31"/>
    <w:rsid w:val="00C23583"/>
    <w:rsid w:val="00C25D08"/>
    <w:rsid w:val="00C26412"/>
    <w:rsid w:val="00C2731F"/>
    <w:rsid w:val="00C27B44"/>
    <w:rsid w:val="00C31455"/>
    <w:rsid w:val="00C31683"/>
    <w:rsid w:val="00C31FC1"/>
    <w:rsid w:val="00C32205"/>
    <w:rsid w:val="00C32269"/>
    <w:rsid w:val="00C32C86"/>
    <w:rsid w:val="00C33B1E"/>
    <w:rsid w:val="00C341D9"/>
    <w:rsid w:val="00C346E9"/>
    <w:rsid w:val="00C34C8C"/>
    <w:rsid w:val="00C35494"/>
    <w:rsid w:val="00C36292"/>
    <w:rsid w:val="00C4026B"/>
    <w:rsid w:val="00C40311"/>
    <w:rsid w:val="00C40812"/>
    <w:rsid w:val="00C41B79"/>
    <w:rsid w:val="00C450ED"/>
    <w:rsid w:val="00C45304"/>
    <w:rsid w:val="00C45F5B"/>
    <w:rsid w:val="00C46262"/>
    <w:rsid w:val="00C46937"/>
    <w:rsid w:val="00C506CB"/>
    <w:rsid w:val="00C51028"/>
    <w:rsid w:val="00C51D80"/>
    <w:rsid w:val="00C52E3A"/>
    <w:rsid w:val="00C52EEF"/>
    <w:rsid w:val="00C53192"/>
    <w:rsid w:val="00C533D5"/>
    <w:rsid w:val="00C53BCC"/>
    <w:rsid w:val="00C54AE8"/>
    <w:rsid w:val="00C5555B"/>
    <w:rsid w:val="00C562EE"/>
    <w:rsid w:val="00C56B6B"/>
    <w:rsid w:val="00C61A2A"/>
    <w:rsid w:val="00C6264A"/>
    <w:rsid w:val="00C63E83"/>
    <w:rsid w:val="00C64330"/>
    <w:rsid w:val="00C6537E"/>
    <w:rsid w:val="00C65432"/>
    <w:rsid w:val="00C7441D"/>
    <w:rsid w:val="00C75CA5"/>
    <w:rsid w:val="00C76796"/>
    <w:rsid w:val="00C768A4"/>
    <w:rsid w:val="00C775EB"/>
    <w:rsid w:val="00C779D4"/>
    <w:rsid w:val="00C80EB1"/>
    <w:rsid w:val="00C83861"/>
    <w:rsid w:val="00C87691"/>
    <w:rsid w:val="00C91FC9"/>
    <w:rsid w:val="00C923CC"/>
    <w:rsid w:val="00C923DF"/>
    <w:rsid w:val="00C943B4"/>
    <w:rsid w:val="00C94D47"/>
    <w:rsid w:val="00C95854"/>
    <w:rsid w:val="00C95EEF"/>
    <w:rsid w:val="00C96948"/>
    <w:rsid w:val="00CA0098"/>
    <w:rsid w:val="00CA0272"/>
    <w:rsid w:val="00CA1429"/>
    <w:rsid w:val="00CA1AC6"/>
    <w:rsid w:val="00CA24A4"/>
    <w:rsid w:val="00CA3ADB"/>
    <w:rsid w:val="00CA4514"/>
    <w:rsid w:val="00CA5D80"/>
    <w:rsid w:val="00CA6580"/>
    <w:rsid w:val="00CA7072"/>
    <w:rsid w:val="00CA7DC8"/>
    <w:rsid w:val="00CB168F"/>
    <w:rsid w:val="00CB245B"/>
    <w:rsid w:val="00CB4FF2"/>
    <w:rsid w:val="00CB55D8"/>
    <w:rsid w:val="00CC0763"/>
    <w:rsid w:val="00CC1946"/>
    <w:rsid w:val="00CC1DE0"/>
    <w:rsid w:val="00CC1E14"/>
    <w:rsid w:val="00CC3529"/>
    <w:rsid w:val="00CC38BF"/>
    <w:rsid w:val="00CC3909"/>
    <w:rsid w:val="00CC40FF"/>
    <w:rsid w:val="00CC4764"/>
    <w:rsid w:val="00CC4A37"/>
    <w:rsid w:val="00CC4CC3"/>
    <w:rsid w:val="00CC76BA"/>
    <w:rsid w:val="00CD2359"/>
    <w:rsid w:val="00CD5303"/>
    <w:rsid w:val="00CD634A"/>
    <w:rsid w:val="00CE0245"/>
    <w:rsid w:val="00CE1C32"/>
    <w:rsid w:val="00CE332A"/>
    <w:rsid w:val="00CE43AC"/>
    <w:rsid w:val="00CE4AC1"/>
    <w:rsid w:val="00CF01A2"/>
    <w:rsid w:val="00CF306E"/>
    <w:rsid w:val="00CF398A"/>
    <w:rsid w:val="00CF3EA7"/>
    <w:rsid w:val="00CF4ED3"/>
    <w:rsid w:val="00CF4F6C"/>
    <w:rsid w:val="00CF5183"/>
    <w:rsid w:val="00CF58F3"/>
    <w:rsid w:val="00CF62BD"/>
    <w:rsid w:val="00D00A25"/>
    <w:rsid w:val="00D01B55"/>
    <w:rsid w:val="00D02DCF"/>
    <w:rsid w:val="00D03449"/>
    <w:rsid w:val="00D03866"/>
    <w:rsid w:val="00D03EAB"/>
    <w:rsid w:val="00D0480D"/>
    <w:rsid w:val="00D04D47"/>
    <w:rsid w:val="00D06DB8"/>
    <w:rsid w:val="00D10FCE"/>
    <w:rsid w:val="00D11DB4"/>
    <w:rsid w:val="00D122DA"/>
    <w:rsid w:val="00D20A7C"/>
    <w:rsid w:val="00D22D41"/>
    <w:rsid w:val="00D2320A"/>
    <w:rsid w:val="00D245ED"/>
    <w:rsid w:val="00D24AA1"/>
    <w:rsid w:val="00D250DD"/>
    <w:rsid w:val="00D25A68"/>
    <w:rsid w:val="00D260FD"/>
    <w:rsid w:val="00D26FC5"/>
    <w:rsid w:val="00D27A36"/>
    <w:rsid w:val="00D310BE"/>
    <w:rsid w:val="00D343C6"/>
    <w:rsid w:val="00D37CAE"/>
    <w:rsid w:val="00D41E1A"/>
    <w:rsid w:val="00D436D9"/>
    <w:rsid w:val="00D43BB3"/>
    <w:rsid w:val="00D43E20"/>
    <w:rsid w:val="00D45010"/>
    <w:rsid w:val="00D453D9"/>
    <w:rsid w:val="00D45EFB"/>
    <w:rsid w:val="00D46B12"/>
    <w:rsid w:val="00D47385"/>
    <w:rsid w:val="00D47DC6"/>
    <w:rsid w:val="00D517DB"/>
    <w:rsid w:val="00D52922"/>
    <w:rsid w:val="00D531C0"/>
    <w:rsid w:val="00D53627"/>
    <w:rsid w:val="00D53F21"/>
    <w:rsid w:val="00D54FD0"/>
    <w:rsid w:val="00D55FA9"/>
    <w:rsid w:val="00D56CB5"/>
    <w:rsid w:val="00D5779D"/>
    <w:rsid w:val="00D60CF1"/>
    <w:rsid w:val="00D613AC"/>
    <w:rsid w:val="00D61573"/>
    <w:rsid w:val="00D6199C"/>
    <w:rsid w:val="00D62AB0"/>
    <w:rsid w:val="00D62B26"/>
    <w:rsid w:val="00D651D3"/>
    <w:rsid w:val="00D67E26"/>
    <w:rsid w:val="00D7006C"/>
    <w:rsid w:val="00D708DA"/>
    <w:rsid w:val="00D70B9C"/>
    <w:rsid w:val="00D70E11"/>
    <w:rsid w:val="00D71BEA"/>
    <w:rsid w:val="00D73711"/>
    <w:rsid w:val="00D742D7"/>
    <w:rsid w:val="00D74604"/>
    <w:rsid w:val="00D760AB"/>
    <w:rsid w:val="00D77EC9"/>
    <w:rsid w:val="00D801E4"/>
    <w:rsid w:val="00D80939"/>
    <w:rsid w:val="00D80AE9"/>
    <w:rsid w:val="00D8194C"/>
    <w:rsid w:val="00D83D5C"/>
    <w:rsid w:val="00D8637A"/>
    <w:rsid w:val="00D876A3"/>
    <w:rsid w:val="00D877B5"/>
    <w:rsid w:val="00D92CE4"/>
    <w:rsid w:val="00D93D35"/>
    <w:rsid w:val="00D945E5"/>
    <w:rsid w:val="00D95336"/>
    <w:rsid w:val="00D9635B"/>
    <w:rsid w:val="00DA1059"/>
    <w:rsid w:val="00DA1731"/>
    <w:rsid w:val="00DA25C0"/>
    <w:rsid w:val="00DA2702"/>
    <w:rsid w:val="00DA39EA"/>
    <w:rsid w:val="00DA3B08"/>
    <w:rsid w:val="00DA6B79"/>
    <w:rsid w:val="00DA7D43"/>
    <w:rsid w:val="00DB087E"/>
    <w:rsid w:val="00DB1A07"/>
    <w:rsid w:val="00DB22F2"/>
    <w:rsid w:val="00DB3141"/>
    <w:rsid w:val="00DB33D6"/>
    <w:rsid w:val="00DB38BD"/>
    <w:rsid w:val="00DB44E4"/>
    <w:rsid w:val="00DB5D70"/>
    <w:rsid w:val="00DB69C5"/>
    <w:rsid w:val="00DB743C"/>
    <w:rsid w:val="00DC1B98"/>
    <w:rsid w:val="00DC41AA"/>
    <w:rsid w:val="00DC5D52"/>
    <w:rsid w:val="00DC683C"/>
    <w:rsid w:val="00DC7D53"/>
    <w:rsid w:val="00DD1DAC"/>
    <w:rsid w:val="00DD41A2"/>
    <w:rsid w:val="00DD52A1"/>
    <w:rsid w:val="00DD54FF"/>
    <w:rsid w:val="00DD56CD"/>
    <w:rsid w:val="00DD65ED"/>
    <w:rsid w:val="00DD68ED"/>
    <w:rsid w:val="00DD7D39"/>
    <w:rsid w:val="00DE02AB"/>
    <w:rsid w:val="00DE1955"/>
    <w:rsid w:val="00DE1C55"/>
    <w:rsid w:val="00DE1F9A"/>
    <w:rsid w:val="00DE21A8"/>
    <w:rsid w:val="00DE23D8"/>
    <w:rsid w:val="00DE25E9"/>
    <w:rsid w:val="00DE5303"/>
    <w:rsid w:val="00DE6857"/>
    <w:rsid w:val="00DE71BB"/>
    <w:rsid w:val="00DF06D5"/>
    <w:rsid w:val="00DF1FBE"/>
    <w:rsid w:val="00DF261E"/>
    <w:rsid w:val="00DF2A4E"/>
    <w:rsid w:val="00DF3B36"/>
    <w:rsid w:val="00DF45AF"/>
    <w:rsid w:val="00DF5C59"/>
    <w:rsid w:val="00DF6504"/>
    <w:rsid w:val="00E011C7"/>
    <w:rsid w:val="00E01487"/>
    <w:rsid w:val="00E033A6"/>
    <w:rsid w:val="00E04C1E"/>
    <w:rsid w:val="00E06E56"/>
    <w:rsid w:val="00E10D1B"/>
    <w:rsid w:val="00E10DCE"/>
    <w:rsid w:val="00E122C8"/>
    <w:rsid w:val="00E13356"/>
    <w:rsid w:val="00E1496B"/>
    <w:rsid w:val="00E1633D"/>
    <w:rsid w:val="00E201D9"/>
    <w:rsid w:val="00E206E1"/>
    <w:rsid w:val="00E2077F"/>
    <w:rsid w:val="00E220C8"/>
    <w:rsid w:val="00E22EC5"/>
    <w:rsid w:val="00E238B7"/>
    <w:rsid w:val="00E24254"/>
    <w:rsid w:val="00E242C1"/>
    <w:rsid w:val="00E2638B"/>
    <w:rsid w:val="00E3282A"/>
    <w:rsid w:val="00E345E1"/>
    <w:rsid w:val="00E373DC"/>
    <w:rsid w:val="00E37910"/>
    <w:rsid w:val="00E37B54"/>
    <w:rsid w:val="00E40DC5"/>
    <w:rsid w:val="00E413E8"/>
    <w:rsid w:val="00E42106"/>
    <w:rsid w:val="00E42512"/>
    <w:rsid w:val="00E43A06"/>
    <w:rsid w:val="00E445DC"/>
    <w:rsid w:val="00E45D87"/>
    <w:rsid w:val="00E461E7"/>
    <w:rsid w:val="00E467C8"/>
    <w:rsid w:val="00E46E45"/>
    <w:rsid w:val="00E506C8"/>
    <w:rsid w:val="00E51F6A"/>
    <w:rsid w:val="00E5359A"/>
    <w:rsid w:val="00E56C39"/>
    <w:rsid w:val="00E601AA"/>
    <w:rsid w:val="00E60C0A"/>
    <w:rsid w:val="00E6137F"/>
    <w:rsid w:val="00E613A1"/>
    <w:rsid w:val="00E614BC"/>
    <w:rsid w:val="00E61EF4"/>
    <w:rsid w:val="00E64E71"/>
    <w:rsid w:val="00E65239"/>
    <w:rsid w:val="00E66990"/>
    <w:rsid w:val="00E66BA4"/>
    <w:rsid w:val="00E6783D"/>
    <w:rsid w:val="00E71FB7"/>
    <w:rsid w:val="00E75EEB"/>
    <w:rsid w:val="00E813CB"/>
    <w:rsid w:val="00E81D6B"/>
    <w:rsid w:val="00E83A75"/>
    <w:rsid w:val="00E85460"/>
    <w:rsid w:val="00E87527"/>
    <w:rsid w:val="00E90B61"/>
    <w:rsid w:val="00E91CF8"/>
    <w:rsid w:val="00E925B2"/>
    <w:rsid w:val="00E95FDA"/>
    <w:rsid w:val="00E9617C"/>
    <w:rsid w:val="00E9623B"/>
    <w:rsid w:val="00E976FB"/>
    <w:rsid w:val="00E97B41"/>
    <w:rsid w:val="00EA0072"/>
    <w:rsid w:val="00EA0165"/>
    <w:rsid w:val="00EA03A0"/>
    <w:rsid w:val="00EA088C"/>
    <w:rsid w:val="00EA6537"/>
    <w:rsid w:val="00EA6E29"/>
    <w:rsid w:val="00EB03C0"/>
    <w:rsid w:val="00EB04EE"/>
    <w:rsid w:val="00EB2AC9"/>
    <w:rsid w:val="00EB3068"/>
    <w:rsid w:val="00EB41F9"/>
    <w:rsid w:val="00EB619F"/>
    <w:rsid w:val="00EC6F88"/>
    <w:rsid w:val="00EC72CA"/>
    <w:rsid w:val="00EC7C66"/>
    <w:rsid w:val="00ED019A"/>
    <w:rsid w:val="00ED021E"/>
    <w:rsid w:val="00ED1AF5"/>
    <w:rsid w:val="00ED4610"/>
    <w:rsid w:val="00ED4BF2"/>
    <w:rsid w:val="00ED4DCA"/>
    <w:rsid w:val="00ED5D40"/>
    <w:rsid w:val="00ED5ECD"/>
    <w:rsid w:val="00ED6328"/>
    <w:rsid w:val="00ED6AB3"/>
    <w:rsid w:val="00ED6D38"/>
    <w:rsid w:val="00EE0F34"/>
    <w:rsid w:val="00EE0F4F"/>
    <w:rsid w:val="00EE1E9D"/>
    <w:rsid w:val="00EE2C11"/>
    <w:rsid w:val="00EE3248"/>
    <w:rsid w:val="00EE35AC"/>
    <w:rsid w:val="00EE384F"/>
    <w:rsid w:val="00EE3C6E"/>
    <w:rsid w:val="00EE5FAE"/>
    <w:rsid w:val="00EE6CF5"/>
    <w:rsid w:val="00EE748F"/>
    <w:rsid w:val="00EE7960"/>
    <w:rsid w:val="00EE7A40"/>
    <w:rsid w:val="00EE7DDE"/>
    <w:rsid w:val="00EF0819"/>
    <w:rsid w:val="00EF21BE"/>
    <w:rsid w:val="00EF220A"/>
    <w:rsid w:val="00EF37A9"/>
    <w:rsid w:val="00EF5C83"/>
    <w:rsid w:val="00F0217D"/>
    <w:rsid w:val="00F04315"/>
    <w:rsid w:val="00F0445C"/>
    <w:rsid w:val="00F057EF"/>
    <w:rsid w:val="00F07B48"/>
    <w:rsid w:val="00F11780"/>
    <w:rsid w:val="00F12660"/>
    <w:rsid w:val="00F129B3"/>
    <w:rsid w:val="00F12CE3"/>
    <w:rsid w:val="00F1627B"/>
    <w:rsid w:val="00F22D22"/>
    <w:rsid w:val="00F2435A"/>
    <w:rsid w:val="00F266FD"/>
    <w:rsid w:val="00F26A33"/>
    <w:rsid w:val="00F319C7"/>
    <w:rsid w:val="00F35113"/>
    <w:rsid w:val="00F3525F"/>
    <w:rsid w:val="00F4069D"/>
    <w:rsid w:val="00F4347F"/>
    <w:rsid w:val="00F4370C"/>
    <w:rsid w:val="00F441F0"/>
    <w:rsid w:val="00F44D8A"/>
    <w:rsid w:val="00F451FD"/>
    <w:rsid w:val="00F455A5"/>
    <w:rsid w:val="00F45F30"/>
    <w:rsid w:val="00F460AB"/>
    <w:rsid w:val="00F46D0C"/>
    <w:rsid w:val="00F50464"/>
    <w:rsid w:val="00F51E4C"/>
    <w:rsid w:val="00F52D4F"/>
    <w:rsid w:val="00F553BB"/>
    <w:rsid w:val="00F56BEA"/>
    <w:rsid w:val="00F60475"/>
    <w:rsid w:val="00F619BA"/>
    <w:rsid w:val="00F6237C"/>
    <w:rsid w:val="00F62553"/>
    <w:rsid w:val="00F633B3"/>
    <w:rsid w:val="00F642EB"/>
    <w:rsid w:val="00F6462B"/>
    <w:rsid w:val="00F64893"/>
    <w:rsid w:val="00F64EA3"/>
    <w:rsid w:val="00F658DB"/>
    <w:rsid w:val="00F700FF"/>
    <w:rsid w:val="00F70ECB"/>
    <w:rsid w:val="00F71048"/>
    <w:rsid w:val="00F7145C"/>
    <w:rsid w:val="00F71D29"/>
    <w:rsid w:val="00F73FB7"/>
    <w:rsid w:val="00F741B4"/>
    <w:rsid w:val="00F7578C"/>
    <w:rsid w:val="00F75CB7"/>
    <w:rsid w:val="00F76708"/>
    <w:rsid w:val="00F768C1"/>
    <w:rsid w:val="00F778B9"/>
    <w:rsid w:val="00F77915"/>
    <w:rsid w:val="00F77E06"/>
    <w:rsid w:val="00F83114"/>
    <w:rsid w:val="00F83357"/>
    <w:rsid w:val="00F83B69"/>
    <w:rsid w:val="00F83D6D"/>
    <w:rsid w:val="00F83D8E"/>
    <w:rsid w:val="00F84004"/>
    <w:rsid w:val="00F840B8"/>
    <w:rsid w:val="00F85CDB"/>
    <w:rsid w:val="00F8707A"/>
    <w:rsid w:val="00F90769"/>
    <w:rsid w:val="00F932B8"/>
    <w:rsid w:val="00F939E3"/>
    <w:rsid w:val="00F93D45"/>
    <w:rsid w:val="00F94528"/>
    <w:rsid w:val="00F946B6"/>
    <w:rsid w:val="00F9483B"/>
    <w:rsid w:val="00F951FD"/>
    <w:rsid w:val="00F9641B"/>
    <w:rsid w:val="00F9687B"/>
    <w:rsid w:val="00FA0E76"/>
    <w:rsid w:val="00FA2971"/>
    <w:rsid w:val="00FA50F9"/>
    <w:rsid w:val="00FA7932"/>
    <w:rsid w:val="00FB1ADE"/>
    <w:rsid w:val="00FB28F9"/>
    <w:rsid w:val="00FB3C14"/>
    <w:rsid w:val="00FB473D"/>
    <w:rsid w:val="00FB51C5"/>
    <w:rsid w:val="00FB761C"/>
    <w:rsid w:val="00FB7B92"/>
    <w:rsid w:val="00FC0832"/>
    <w:rsid w:val="00FC1CCA"/>
    <w:rsid w:val="00FC1E67"/>
    <w:rsid w:val="00FC29DB"/>
    <w:rsid w:val="00FC2E54"/>
    <w:rsid w:val="00FC38BC"/>
    <w:rsid w:val="00FC4186"/>
    <w:rsid w:val="00FC4661"/>
    <w:rsid w:val="00FC7E9F"/>
    <w:rsid w:val="00FD19A2"/>
    <w:rsid w:val="00FD2DCA"/>
    <w:rsid w:val="00FD2FAA"/>
    <w:rsid w:val="00FD7B51"/>
    <w:rsid w:val="00FE1950"/>
    <w:rsid w:val="00FE23AA"/>
    <w:rsid w:val="00FE304F"/>
    <w:rsid w:val="00FE3EB6"/>
    <w:rsid w:val="00FE4A26"/>
    <w:rsid w:val="00FE4BA8"/>
    <w:rsid w:val="00FE6DEE"/>
    <w:rsid w:val="00FE724E"/>
    <w:rsid w:val="00FE7795"/>
    <w:rsid w:val="00FE7AB0"/>
    <w:rsid w:val="00FF07E5"/>
    <w:rsid w:val="00FF10AD"/>
    <w:rsid w:val="00FF15FC"/>
    <w:rsid w:val="00FF26CB"/>
    <w:rsid w:val="00FF3C7B"/>
    <w:rsid w:val="00FF3FCB"/>
    <w:rsid w:val="00FF406A"/>
    <w:rsid w:val="00FF47B8"/>
    <w:rsid w:val="00FF5FB7"/>
    <w:rsid w:val="00FF6535"/>
    <w:rsid w:val="00FF7332"/>
    <w:rsid w:val="00FF796A"/>
    <w:rsid w:val="0253EC6E"/>
    <w:rsid w:val="35A8C820"/>
    <w:rsid w:val="4EE9D8C0"/>
    <w:rsid w:val="5186483A"/>
    <w:rsid w:val="5208C121"/>
    <w:rsid w:val="5C722E20"/>
    <w:rsid w:val="61EA7EDB"/>
    <w:rsid w:val="6333D10D"/>
    <w:rsid w:val="6B5CE844"/>
    <w:rsid w:val="76FDF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B33CAD"/>
  <w15:docId w15:val="{FEF52270-B3F2-4D31-93BD-8C0565C0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unhideWhenUsed/>
    <w:qFormat/>
    <w:rsid w:val="003E4F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62F69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9515E4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rsid w:val="003E4FE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wb">
    <w:name w:val="fwb"/>
    <w:basedOn w:val="Carpredefinitoparagrafo"/>
    <w:rsid w:val="003E4FE8"/>
  </w:style>
  <w:style w:type="character" w:customStyle="1" w:styleId="apple-converted-space">
    <w:name w:val="apple-converted-space"/>
    <w:basedOn w:val="Carpredefinitoparagrafo"/>
    <w:rsid w:val="00D83D5C"/>
  </w:style>
  <w:style w:type="character" w:styleId="Menzionenonrisolta">
    <w:name w:val="Unresolved Mention"/>
    <w:basedOn w:val="Carpredefinitoparagrafo"/>
    <w:uiPriority w:val="99"/>
    <w:semiHidden/>
    <w:unhideWhenUsed/>
    <w:rsid w:val="00475E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3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735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782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5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orms.office.com/r/VTYBawdF9U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edfisicamarche.an@istruzione.it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irezione-marche@istruzione.i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m2671\AppData\Local\drma@postacert.istruzione.it" TargetMode="External"/><Relationship Id="rId2" Type="http://schemas.openxmlformats.org/officeDocument/2006/relationships/hyperlink" Target="mailto:edifisicamarche.AN@istruzione.it" TargetMode="External"/><Relationship Id="rId1" Type="http://schemas.openxmlformats.org/officeDocument/2006/relationships/hyperlink" Target="mailto:edifisicamarche@istruzione.it" TargetMode="External"/><Relationship Id="rId5" Type="http://schemas.openxmlformats.org/officeDocument/2006/relationships/hyperlink" Target="http://www.marche.istruzione.it" TargetMode="External"/><Relationship Id="rId4" Type="http://schemas.openxmlformats.org/officeDocument/2006/relationships/hyperlink" Target="file:///D:\Users\mim2671\AppData\Local\direzione-marche@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C0B0E7-47C4-45C3-AE89-62BAC0F491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</Template>
  <TotalTime>41</TotalTime>
  <Pages>1</Pages>
  <Words>142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1260</CharactersWithSpaces>
  <SharedDoc>false</SharedDoc>
  <HLinks>
    <vt:vector size="132" baseType="variant">
      <vt:variant>
        <vt:i4>6946919</vt:i4>
      </vt:variant>
      <vt:variant>
        <vt:i4>51</vt:i4>
      </vt:variant>
      <vt:variant>
        <vt:i4>0</vt:i4>
      </vt:variant>
      <vt:variant>
        <vt:i4>5</vt:i4>
      </vt:variant>
      <vt:variant>
        <vt:lpwstr>https://forms.gle/ue9kmnYavvfvEfoS7</vt:lpwstr>
      </vt:variant>
      <vt:variant>
        <vt:lpwstr/>
      </vt:variant>
      <vt:variant>
        <vt:i4>5308482</vt:i4>
      </vt:variant>
      <vt:variant>
        <vt:i4>48</vt:i4>
      </vt:variant>
      <vt:variant>
        <vt:i4>0</vt:i4>
      </vt:variant>
      <vt:variant>
        <vt:i4>5</vt:i4>
      </vt:variant>
      <vt:variant>
        <vt:lpwstr>https://giovanile.federciclismo.it/it/section/sicuri-in-bicicletta/b711cde0-9873-4142-a51b-28703ede650d/</vt:lpwstr>
      </vt:variant>
      <vt:variant>
        <vt:lpwstr/>
      </vt:variant>
      <vt:variant>
        <vt:i4>589845</vt:i4>
      </vt:variant>
      <vt:variant>
        <vt:i4>45</vt:i4>
      </vt:variant>
      <vt:variant>
        <vt:i4>0</vt:i4>
      </vt:variant>
      <vt:variant>
        <vt:i4>5</vt:i4>
      </vt:variant>
      <vt:variant>
        <vt:lpwstr>https://www.educazionedigitale.it/edustrada/offerta-formativa</vt:lpwstr>
      </vt:variant>
      <vt:variant>
        <vt:lpwstr/>
      </vt:variant>
      <vt:variant>
        <vt:i4>2555996</vt:i4>
      </vt:variant>
      <vt:variant>
        <vt:i4>42</vt:i4>
      </vt:variant>
      <vt:variant>
        <vt:i4>0</vt:i4>
      </vt:variant>
      <vt:variant>
        <vt:i4>5</vt:i4>
      </vt:variant>
      <vt:variant>
        <vt:lpwstr>mailto:luciano.belardinelli@istruzione.it</vt:lpwstr>
      </vt:variant>
      <vt:variant>
        <vt:lpwstr/>
      </vt:variant>
      <vt:variant>
        <vt:i4>5505121</vt:i4>
      </vt:variant>
      <vt:variant>
        <vt:i4>39</vt:i4>
      </vt:variant>
      <vt:variant>
        <vt:i4>0</vt:i4>
      </vt:variant>
      <vt:variant>
        <vt:i4>5</vt:i4>
      </vt:variant>
      <vt:variant>
        <vt:lpwstr>mailto:rita.scocchera1@istruzione.it</vt:lpwstr>
      </vt:variant>
      <vt:variant>
        <vt:lpwstr/>
      </vt:variant>
      <vt:variant>
        <vt:i4>6815744</vt:i4>
      </vt:variant>
      <vt:variant>
        <vt:i4>36</vt:i4>
      </vt:variant>
      <vt:variant>
        <vt:i4>0</vt:i4>
      </vt:variant>
      <vt:variant>
        <vt:i4>5</vt:i4>
      </vt:variant>
      <vt:variant>
        <vt:lpwstr>mailto:edfisicamarche.pu@istruzione.it</vt:lpwstr>
      </vt:variant>
      <vt:variant>
        <vt:lpwstr/>
      </vt:variant>
      <vt:variant>
        <vt:i4>8257565</vt:i4>
      </vt:variant>
      <vt:variant>
        <vt:i4>33</vt:i4>
      </vt:variant>
      <vt:variant>
        <vt:i4>0</vt:i4>
      </vt:variant>
      <vt:variant>
        <vt:i4>5</vt:i4>
      </vt:variant>
      <vt:variant>
        <vt:lpwstr>mailto:edfisicamarche.mc@istruzione.it</vt:lpwstr>
      </vt:variant>
      <vt:variant>
        <vt:lpwstr/>
      </vt:variant>
      <vt:variant>
        <vt:i4>7143441</vt:i4>
      </vt:variant>
      <vt:variant>
        <vt:i4>30</vt:i4>
      </vt:variant>
      <vt:variant>
        <vt:i4>0</vt:i4>
      </vt:variant>
      <vt:variant>
        <vt:i4>5</vt:i4>
      </vt:variant>
      <vt:variant>
        <vt:lpwstr>mailto:edfisicamarche.ap@istruzione.it</vt:lpwstr>
      </vt:variant>
      <vt:variant>
        <vt:lpwstr/>
      </vt:variant>
      <vt:variant>
        <vt:i4>7536657</vt:i4>
      </vt:variant>
      <vt:variant>
        <vt:i4>27</vt:i4>
      </vt:variant>
      <vt:variant>
        <vt:i4>0</vt:i4>
      </vt:variant>
      <vt:variant>
        <vt:i4>5</vt:i4>
      </vt:variant>
      <vt:variant>
        <vt:lpwstr>mailto:edfisicamarche.an@istruzione.it</vt:lpwstr>
      </vt:variant>
      <vt:variant>
        <vt:lpwstr/>
      </vt:variant>
      <vt:variant>
        <vt:i4>2097163</vt:i4>
      </vt:variant>
      <vt:variant>
        <vt:i4>24</vt:i4>
      </vt:variant>
      <vt:variant>
        <vt:i4>0</vt:i4>
      </vt:variant>
      <vt:variant>
        <vt:i4>5</vt:i4>
      </vt:variant>
      <vt:variant>
        <vt:lpwstr>mailto:matteocantarini76@gmail.com</vt:lpwstr>
      </vt:variant>
      <vt:variant>
        <vt:lpwstr/>
      </vt:variant>
      <vt:variant>
        <vt:i4>7864413</vt:i4>
      </vt:variant>
      <vt:variant>
        <vt:i4>21</vt:i4>
      </vt:variant>
      <vt:variant>
        <vt:i4>0</vt:i4>
      </vt:variant>
      <vt:variant>
        <vt:i4>5</vt:i4>
      </vt:variant>
      <vt:variant>
        <vt:lpwstr>mailto:caneyuko@gmail.com</vt:lpwstr>
      </vt:variant>
      <vt:variant>
        <vt:lpwstr/>
      </vt:variant>
      <vt:variant>
        <vt:i4>4915234</vt:i4>
      </vt:variant>
      <vt:variant>
        <vt:i4>18</vt:i4>
      </vt:variant>
      <vt:variant>
        <vt:i4>0</vt:i4>
      </vt:variant>
      <vt:variant>
        <vt:i4>5</vt:i4>
      </vt:variant>
      <vt:variant>
        <vt:lpwstr>mailto:massimovalle.mv@gmail.com</vt:lpwstr>
      </vt:variant>
      <vt:variant>
        <vt:lpwstr/>
      </vt:variant>
      <vt:variant>
        <vt:i4>4915313</vt:i4>
      </vt:variant>
      <vt:variant>
        <vt:i4>15</vt:i4>
      </vt:variant>
      <vt:variant>
        <vt:i4>0</vt:i4>
      </vt:variant>
      <vt:variant>
        <vt:i4>5</vt:i4>
      </vt:variant>
      <vt:variant>
        <vt:lpwstr>http://pesaroeurbino@federciclismo.it</vt:lpwstr>
      </vt:variant>
      <vt:variant>
        <vt:lpwstr/>
      </vt:variant>
      <vt:variant>
        <vt:i4>7602254</vt:i4>
      </vt:variant>
      <vt:variant>
        <vt:i4>12</vt:i4>
      </vt:variant>
      <vt:variant>
        <vt:i4>0</vt:i4>
      </vt:variant>
      <vt:variant>
        <vt:i4>5</vt:i4>
      </vt:variant>
      <vt:variant>
        <vt:lpwstr>mailto:macerata@federciclismo.it</vt:lpwstr>
      </vt:variant>
      <vt:variant>
        <vt:lpwstr/>
      </vt:variant>
      <vt:variant>
        <vt:i4>7274588</vt:i4>
      </vt:variant>
      <vt:variant>
        <vt:i4>9</vt:i4>
      </vt:variant>
      <vt:variant>
        <vt:i4>0</vt:i4>
      </vt:variant>
      <vt:variant>
        <vt:i4>5</vt:i4>
      </vt:variant>
      <vt:variant>
        <vt:lpwstr>mailto:ascolipiceno@federciclismo.it</vt:lpwstr>
      </vt:variant>
      <vt:variant>
        <vt:lpwstr/>
      </vt:variant>
      <vt:variant>
        <vt:i4>1048618</vt:i4>
      </vt:variant>
      <vt:variant>
        <vt:i4>6</vt:i4>
      </vt:variant>
      <vt:variant>
        <vt:i4>0</vt:i4>
      </vt:variant>
      <vt:variant>
        <vt:i4>5</vt:i4>
      </vt:variant>
      <vt:variant>
        <vt:lpwstr>mailto:ancona@federciclismo.it</vt:lpwstr>
      </vt:variant>
      <vt:variant>
        <vt:lpwstr/>
      </vt:variant>
      <vt:variant>
        <vt:i4>6815755</vt:i4>
      </vt:variant>
      <vt:variant>
        <vt:i4>3</vt:i4>
      </vt:variant>
      <vt:variant>
        <vt:i4>0</vt:i4>
      </vt:variant>
      <vt:variant>
        <vt:i4>5</vt:i4>
      </vt:variant>
      <vt:variant>
        <vt:lpwstr>mailto:l.secchi@federciclismo.it</vt:lpwstr>
      </vt:variant>
      <vt:variant>
        <vt:lpwstr/>
      </vt:variant>
      <vt:variant>
        <vt:i4>720941</vt:i4>
      </vt:variant>
      <vt:variant>
        <vt:i4>0</vt:i4>
      </vt:variant>
      <vt:variant>
        <vt:i4>0</vt:i4>
      </vt:variant>
      <vt:variant>
        <vt:i4>5</vt:i4>
      </vt:variant>
      <vt:variant>
        <vt:lpwstr>mailto:marche@federciclismo.it</vt:lpwstr>
      </vt:variant>
      <vt:variant>
        <vt:lpwstr/>
      </vt:variant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D:\Users\mim2671\AppData\Local\direzione-marche@istruzione.it</vt:lpwstr>
      </vt:variant>
      <vt:variant>
        <vt:lpwstr/>
      </vt:variant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D:\Users\mim2671\AppData\Local\drma@postacert.istruzione.it</vt:lpwstr>
      </vt:variant>
      <vt:variant>
        <vt:lpwstr/>
      </vt:variant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mailto:edifisicamarche@istruzione.it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Margherita Rigillo</dc:creator>
  <cp:keywords/>
  <cp:lastModifiedBy>Marco Petrini</cp:lastModifiedBy>
  <cp:revision>51</cp:revision>
  <cp:lastPrinted>2021-05-24T07:29:00Z</cp:lastPrinted>
  <dcterms:created xsi:type="dcterms:W3CDTF">2021-12-17T12:09:00Z</dcterms:created>
  <dcterms:modified xsi:type="dcterms:W3CDTF">2022-03-02T11:47:00Z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